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5D0F5B" w:rsidR="007A2F94" w:rsidP="00A62A06" w:rsidRDefault="00A62A06" w14:paraId="6159388F" w14:textId="4089268F">
      <w:bookmarkStart w:name="_Hlk122609936"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76C81E54" wp14:editId="790797B5">
            <wp:simplePos x="0" y="0"/>
            <wp:positionH relativeFrom="margin">
              <wp:posOffset>-304800</wp:posOffset>
            </wp:positionH>
            <wp:positionV relativeFrom="paragraph">
              <wp:posOffset>-307340</wp:posOffset>
            </wp:positionV>
            <wp:extent cx="1295400" cy="843280"/>
            <wp:effectExtent l="0" t="0" r="0" b="0"/>
            <wp:wrapNone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4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20BE95FF" wp14:editId="61C5B4C1">
            <wp:simplePos x="0" y="0"/>
            <wp:positionH relativeFrom="column">
              <wp:posOffset>1513205</wp:posOffset>
            </wp:positionH>
            <wp:positionV relativeFrom="paragraph">
              <wp:posOffset>-389890</wp:posOffset>
            </wp:positionV>
            <wp:extent cx="1586562" cy="971550"/>
            <wp:effectExtent l="0" t="0" r="0" b="0"/>
            <wp:wrapNone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562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C99BE85" wp14:editId="00482630">
            <wp:simplePos x="0" y="0"/>
            <wp:positionH relativeFrom="column">
              <wp:posOffset>3453765</wp:posOffset>
            </wp:positionH>
            <wp:positionV relativeFrom="paragraph">
              <wp:posOffset>-297815</wp:posOffset>
            </wp:positionV>
            <wp:extent cx="3181350" cy="757555"/>
            <wp:effectExtent l="0" t="0" r="0" b="4445"/>
            <wp:wrapNone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5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:rsidRPr="005D0F5B" w:rsidR="007A2F94" w:rsidP="007A2F94" w:rsidRDefault="007A2F94" w14:paraId="36DBA5DC" w14:textId="77777777">
      <w:pPr>
        <w:pStyle w:val="Cabealho"/>
        <w:jc w:val="center"/>
      </w:pPr>
    </w:p>
    <w:p w:rsidRPr="007A2F94" w:rsidR="007A2F94" w:rsidP="1728AB99" w:rsidRDefault="007A2F94" w14:paraId="33F08AF8" w14:noSpellErr="1" w14:textId="1E176E59">
      <w:pPr>
        <w:pStyle w:val="Cabealho"/>
        <w:spacing w:before="120" w:after="120"/>
        <w:jc w:val="center"/>
        <w:rPr>
          <w:sz w:val="16"/>
          <w:szCs w:val="16"/>
          <w:lang w:val="pt-BR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8FCCA" wp14:editId="6CE69830">
                <wp:simplePos x="0" y="0"/>
                <wp:positionH relativeFrom="column">
                  <wp:posOffset>-7620</wp:posOffset>
                </wp:positionH>
                <wp:positionV relativeFrom="paragraph">
                  <wp:posOffset>46990</wp:posOffset>
                </wp:positionV>
                <wp:extent cx="6119495" cy="0"/>
                <wp:effectExtent l="0" t="0" r="0" b="0"/>
                <wp:wrapNone/>
                <wp:docPr id="3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66F23206">
              <v:shapetype id="_x0000_t32" coordsize="21600,21600" o:oned="t" filled="f" o:spt="32" path="m,l21600,21600e" w14:anchorId="005E9E09">
                <v:path fillok="f" arrowok="t" o:connecttype="none"/>
                <o:lock v:ext="edit" shapetype="t"/>
              </v:shapetype>
              <v:shape id="AutoShape 1" style="position:absolute;margin-left:-.6pt;margin-top:3.7pt;width:481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D7eIA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"/>
            </w:pict>
          </mc:Fallback>
        </mc:AlternateContent>
      </w:r>
    </w:p>
    <w:p w:rsidR="007A2F94" w:rsidP="1728AB99" w:rsidRDefault="00E82E7B" w14:paraId="2E102D80" w14:textId="373B1CC2">
      <w:pPr>
        <w:pStyle w:val="TextosemFormatao"/>
        <w:spacing w:line="360" w:lineRule="auto"/>
        <w:jc w:val="center"/>
        <w:rPr>
          <w:rFonts w:ascii="Calibri" w:hAnsi="Calibri" w:cs="Tahoma" w:asciiTheme="minorAscii" w:hAnsiTheme="minorAscii"/>
          <w:b w:val="1"/>
          <w:bCs w:val="1"/>
          <w:sz w:val="32"/>
          <w:szCs w:val="32"/>
        </w:rPr>
      </w:pPr>
      <w:r w:rsidRPr="1728AB99" w:rsidR="00E82E7B">
        <w:rPr>
          <w:rFonts w:ascii="Calibri" w:hAnsi="Calibri" w:cs="Tahoma" w:asciiTheme="minorAscii" w:hAnsiTheme="minorAscii"/>
          <w:b w:val="1"/>
          <w:bCs w:val="1"/>
          <w:sz w:val="32"/>
          <w:szCs w:val="32"/>
        </w:rPr>
        <w:t>RELATÓRIO PERÍODICO</w:t>
      </w:r>
      <w:r w:rsidRPr="1728AB99" w:rsidR="1CAC17B0">
        <w:rPr>
          <w:rFonts w:ascii="Calibri" w:hAnsi="Calibri" w:cs="Tahoma" w:asciiTheme="minorAscii" w:hAnsiTheme="minorAscii"/>
          <w:b w:val="1"/>
          <w:bCs w:val="1"/>
          <w:sz w:val="32"/>
          <w:szCs w:val="32"/>
        </w:rPr>
        <w:t xml:space="preserve"> DE ESTÁGIO</w:t>
      </w:r>
    </w:p>
    <w:p w:rsidR="00E82E7B" w:rsidP="007A2F94" w:rsidRDefault="00E82E7B" w14:paraId="4549E3E9" w14:textId="77777777">
      <w:pPr>
        <w:pStyle w:val="TextosemFormatao"/>
        <w:spacing w:line="360" w:lineRule="auto"/>
        <w:jc w:val="center"/>
        <w:rPr>
          <w:rFonts w:cs="Tahoma" w:asciiTheme="minorHAnsi" w:hAnsiTheme="minorHAnsi"/>
          <w:b/>
          <w:sz w:val="32"/>
          <w:szCs w:val="24"/>
        </w:rPr>
      </w:pPr>
    </w:p>
    <w:p w:rsidRPr="007A2F94" w:rsidR="007A2F94" w:rsidP="007A2F94" w:rsidRDefault="007A2F94" w14:paraId="3DAE666F" w14:textId="77777777">
      <w:pPr>
        <w:rPr>
          <w:rFonts w:ascii="Tahoma" w:hAnsi="Tahoma"/>
          <w:b/>
          <w:lang w:val="pt-BR"/>
        </w:rPr>
      </w:pPr>
      <w:r w:rsidRPr="007A2F94">
        <w:rPr>
          <w:rFonts w:ascii="Tahoma" w:hAnsi="Tahoma"/>
          <w:b/>
          <w:lang w:val="pt-BR"/>
        </w:rPr>
        <w:t>ESTAGIÁRIO</w:t>
      </w:r>
    </w:p>
    <w:p w:rsidRPr="007A2F94" w:rsidR="007A2F94" w:rsidP="007A2F94" w:rsidRDefault="007A2F94" w14:paraId="669C8F7B" w14:textId="77777777">
      <w:pPr>
        <w:rPr>
          <w:rFonts w:ascii="Tahoma" w:hAnsi="Tahoma"/>
          <w:lang w:val="pt-BR"/>
        </w:rPr>
      </w:pPr>
      <w:r w:rsidRPr="007A2F94">
        <w:rPr>
          <w:rFonts w:ascii="Tahoma" w:hAnsi="Tahoma"/>
          <w:lang w:val="pt-BR"/>
        </w:rPr>
        <w:t>Nome: ___________________________________________________________________</w:t>
      </w:r>
    </w:p>
    <w:p w:rsidR="007A2F94" w:rsidP="007A2F94" w:rsidRDefault="007A2F94" w14:paraId="1F3955C0" w14:textId="7D9E067C">
      <w:pPr>
        <w:rPr>
          <w:rFonts w:ascii="Tahoma" w:hAnsi="Tahoma"/>
          <w:lang w:val="pt-BR"/>
        </w:rPr>
      </w:pPr>
      <w:r w:rsidRPr="007A2F94">
        <w:rPr>
          <w:rFonts w:ascii="Tahoma" w:hAnsi="Tahoma"/>
          <w:lang w:val="pt-BR"/>
        </w:rPr>
        <w:t>Técnico em ________________________________________ Módulo _____   Ano ______</w:t>
      </w:r>
    </w:p>
    <w:p w:rsidR="00BC6472" w:rsidP="007A2F94" w:rsidRDefault="00BC6472" w14:paraId="326BBFBB" w14:textId="2749BE5B">
      <w:pPr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 xml:space="preserve">E-mail:_______________________________________Celular:______________________ </w:t>
      </w:r>
    </w:p>
    <w:p w:rsidR="007A2F94" w:rsidP="007A2F94" w:rsidRDefault="007A2F94" w14:paraId="759B6816" w14:textId="1E7F45C3">
      <w:pPr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Departamento onde realiza o estágio: __________________________________________</w:t>
      </w:r>
    </w:p>
    <w:p w:rsidRPr="007A2F94" w:rsidR="00BC6472" w:rsidP="007A2F94" w:rsidRDefault="00BC6472" w14:paraId="13A41C1D" w14:textId="77777777">
      <w:pPr>
        <w:rPr>
          <w:rFonts w:ascii="Tahoma" w:hAnsi="Tahoma"/>
          <w:lang w:val="pt-BR"/>
        </w:rPr>
      </w:pPr>
    </w:p>
    <w:p w:rsidRPr="007A2F94" w:rsidR="007A2F94" w:rsidP="007A2F94" w:rsidRDefault="007A2F94" w14:paraId="65F4FCD1" w14:textId="77777777">
      <w:pPr>
        <w:outlineLvl w:val="0"/>
        <w:rPr>
          <w:rFonts w:ascii="Tahoma" w:hAnsi="Tahoma"/>
          <w:b/>
          <w:lang w:val="pt-BR"/>
        </w:rPr>
      </w:pPr>
      <w:r w:rsidRPr="007A2F94">
        <w:rPr>
          <w:rFonts w:ascii="Tahoma" w:hAnsi="Tahoma"/>
          <w:b/>
          <w:lang w:val="pt-BR"/>
        </w:rPr>
        <w:t>CONCEDENTE</w:t>
      </w:r>
      <w:r>
        <w:rPr>
          <w:rFonts w:ascii="Tahoma" w:hAnsi="Tahoma"/>
          <w:b/>
          <w:lang w:val="pt-BR"/>
        </w:rPr>
        <w:t xml:space="preserve"> - SUPERVISOR</w:t>
      </w:r>
    </w:p>
    <w:p w:rsidRPr="007A2F94" w:rsidR="007A2F94" w:rsidP="007A2F94" w:rsidRDefault="007A2F94" w14:paraId="0293BC44" w14:textId="0B678C55">
      <w:pPr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Empresa</w:t>
      </w:r>
      <w:r w:rsidRPr="007A2F94">
        <w:rPr>
          <w:rFonts w:ascii="Tahoma" w:hAnsi="Tahoma"/>
          <w:lang w:val="pt-BR"/>
        </w:rPr>
        <w:t>: ___________________________________________________________</w:t>
      </w:r>
      <w:r w:rsidR="00BC6472">
        <w:rPr>
          <w:rFonts w:ascii="Tahoma" w:hAnsi="Tahoma"/>
          <w:lang w:val="pt-BR"/>
        </w:rPr>
        <w:t>_</w:t>
      </w:r>
      <w:r w:rsidRPr="007A2F94">
        <w:rPr>
          <w:rFonts w:ascii="Tahoma" w:hAnsi="Tahoma"/>
          <w:lang w:val="pt-BR"/>
        </w:rPr>
        <w:t>_____</w:t>
      </w:r>
    </w:p>
    <w:p w:rsidRPr="007A2F94" w:rsidR="007A2F94" w:rsidP="007A2F94" w:rsidRDefault="007A2F94" w14:paraId="78AA241D" w14:textId="57FDD384">
      <w:pPr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Nome</w:t>
      </w:r>
      <w:r w:rsidRPr="007A2F94">
        <w:rPr>
          <w:rFonts w:ascii="Tahoma" w:hAnsi="Tahoma"/>
          <w:lang w:val="pt-BR"/>
        </w:rPr>
        <w:t>:</w:t>
      </w:r>
      <w:r>
        <w:rPr>
          <w:rFonts w:ascii="Tahoma" w:hAnsi="Tahoma"/>
          <w:lang w:val="pt-BR"/>
        </w:rPr>
        <w:t xml:space="preserve"> </w:t>
      </w:r>
      <w:r w:rsidRPr="007A2F94">
        <w:rPr>
          <w:rFonts w:ascii="Tahoma" w:hAnsi="Tahoma"/>
          <w:lang w:val="pt-BR"/>
        </w:rPr>
        <w:t>____________________________________________________________</w:t>
      </w:r>
      <w:r w:rsidR="00BC6472">
        <w:rPr>
          <w:rFonts w:ascii="Tahoma" w:hAnsi="Tahoma"/>
          <w:lang w:val="pt-BR"/>
        </w:rPr>
        <w:t>___</w:t>
      </w:r>
      <w:r w:rsidRPr="007A2F94">
        <w:rPr>
          <w:rFonts w:ascii="Tahoma" w:hAnsi="Tahoma"/>
          <w:lang w:val="pt-BR"/>
        </w:rPr>
        <w:t>____</w:t>
      </w:r>
    </w:p>
    <w:p w:rsidR="007A2F94" w:rsidP="007A2F94" w:rsidRDefault="007A2F94" w14:paraId="32385B35" w14:textId="1C307E3C">
      <w:pPr>
        <w:outlineLvl w:val="0"/>
        <w:rPr>
          <w:rFonts w:ascii="Tahoma" w:hAnsi="Tahoma"/>
          <w:lang w:val="pt-BR"/>
        </w:rPr>
      </w:pPr>
      <w:r w:rsidRPr="007A2F94">
        <w:rPr>
          <w:rFonts w:ascii="Tahoma" w:hAnsi="Tahoma"/>
          <w:lang w:val="pt-BR"/>
        </w:rPr>
        <w:t>Departamento: _________________________ Cargo: ______________________</w:t>
      </w:r>
      <w:r w:rsidR="00BC6472">
        <w:rPr>
          <w:rFonts w:ascii="Tahoma" w:hAnsi="Tahoma"/>
          <w:lang w:val="pt-BR"/>
        </w:rPr>
        <w:t>_</w:t>
      </w:r>
      <w:r w:rsidRPr="007A2F94">
        <w:rPr>
          <w:rFonts w:ascii="Tahoma" w:hAnsi="Tahoma"/>
          <w:lang w:val="pt-BR"/>
        </w:rPr>
        <w:t>______</w:t>
      </w:r>
    </w:p>
    <w:p w:rsidRPr="007A2F94" w:rsidR="00BC6472" w:rsidP="00BC6472" w:rsidRDefault="00BC6472" w14:paraId="708614BE" w14:textId="41B16731">
      <w:pPr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E-mail:_______________________________________</w:t>
      </w:r>
      <w:r>
        <w:rPr>
          <w:rFonts w:ascii="Tahoma" w:hAnsi="Tahoma"/>
          <w:lang w:val="pt-BR"/>
        </w:rPr>
        <w:t>Telefone</w:t>
      </w:r>
      <w:r>
        <w:rPr>
          <w:rFonts w:ascii="Tahoma" w:hAnsi="Tahoma"/>
          <w:lang w:val="pt-BR"/>
        </w:rPr>
        <w:t>:____________________</w:t>
      </w:r>
      <w:r>
        <w:rPr>
          <w:rFonts w:ascii="Tahoma" w:hAnsi="Tahoma"/>
          <w:lang w:val="pt-BR"/>
        </w:rPr>
        <w:t>_</w:t>
      </w:r>
      <w:r>
        <w:rPr>
          <w:rFonts w:ascii="Tahoma" w:hAnsi="Tahoma"/>
          <w:lang w:val="pt-BR"/>
        </w:rPr>
        <w:t xml:space="preserve"> </w:t>
      </w:r>
    </w:p>
    <w:p w:rsidRPr="007A2F94" w:rsidR="007A2F94" w:rsidP="007A2F94" w:rsidRDefault="007A2F94" w14:paraId="370FD599" w14:textId="77777777">
      <w:pPr>
        <w:rPr>
          <w:rFonts w:ascii="Tahoma" w:hAnsi="Tahoma"/>
          <w:b/>
          <w:lang w:val="pt-BR"/>
        </w:rPr>
      </w:pPr>
      <w:r w:rsidRPr="007A2F94">
        <w:rPr>
          <w:rFonts w:ascii="Tahoma" w:hAnsi="Tahoma"/>
          <w:b/>
          <w:lang w:val="pt-BR"/>
        </w:rPr>
        <w:t>PERÍODO DE ESTÁGIO:</w:t>
      </w:r>
    </w:p>
    <w:p w:rsidRPr="007A2F94" w:rsidR="007A2F94" w:rsidP="007A2F94" w:rsidRDefault="007A2F94" w14:paraId="75822426" w14:textId="77777777">
      <w:pPr>
        <w:rPr>
          <w:rFonts w:ascii="Tahoma" w:hAnsi="Tahoma"/>
          <w:lang w:val="pt-BR"/>
        </w:rPr>
      </w:pPr>
      <w:r w:rsidRPr="007A2F94">
        <w:rPr>
          <w:rFonts w:ascii="Tahoma" w:hAnsi="Tahoma"/>
          <w:lang w:val="pt-BR"/>
        </w:rPr>
        <w:t>Início: _____/_____/_______</w:t>
      </w:r>
      <w:r w:rsidRPr="007A2F94">
        <w:rPr>
          <w:rFonts w:ascii="Tahoma" w:hAnsi="Tahoma"/>
          <w:lang w:val="pt-BR"/>
        </w:rPr>
        <w:tab/>
      </w:r>
      <w:r w:rsidRPr="007A2F94">
        <w:rPr>
          <w:rFonts w:ascii="Tahoma" w:hAnsi="Tahoma"/>
          <w:lang w:val="pt-BR"/>
        </w:rPr>
        <w:tab/>
      </w:r>
      <w:r w:rsidRPr="007A2F94">
        <w:rPr>
          <w:rFonts w:ascii="Tahoma" w:hAnsi="Tahoma"/>
          <w:lang w:val="pt-BR"/>
        </w:rPr>
        <w:tab/>
      </w:r>
      <w:r w:rsidRPr="007A2F94">
        <w:rPr>
          <w:rFonts w:ascii="Tahoma" w:hAnsi="Tahoma"/>
          <w:lang w:val="pt-BR"/>
        </w:rPr>
        <w:t>Término previsto: _____/_____/_______</w:t>
      </w:r>
    </w:p>
    <w:p w:rsidRPr="007A2F94" w:rsidR="00A62A06" w:rsidP="007A2F94" w:rsidRDefault="00A62A06" w14:paraId="3AA51157" w14:textId="77777777">
      <w:pPr>
        <w:rPr>
          <w:rFonts w:ascii="Tahoma" w:hAnsi="Tahoma"/>
          <w:sz w:val="18"/>
          <w:lang w:val="pt-BR"/>
        </w:rPr>
      </w:pPr>
    </w:p>
    <w:p w:rsidR="006F1E3D" w:rsidP="00A2656E" w:rsidRDefault="00A2656E" w14:paraId="67C471FA" w14:textId="77777777">
      <w:pPr>
        <w:pStyle w:val="Ttulo1"/>
        <w:rPr>
          <w:noProof/>
          <w:lang w:val="pt-BR" w:eastAsia="pt-BR"/>
        </w:rPr>
      </w:pPr>
      <w:r>
        <w:rPr>
          <w:noProof/>
          <w:lang w:val="pt-BR" w:eastAsia="pt-BR"/>
        </w:rPr>
        <w:t>INTRODUÇÃO:</w:t>
      </w:r>
    </w:p>
    <w:p w:rsidR="00EE44BA" w:rsidP="00A2656E" w:rsidRDefault="00631549" w14:paraId="76556A05" w14:textId="77777777">
      <w:pPr>
        <w:rPr>
          <w:rFonts w:ascii="Arial Narrow" w:hAnsi="Arial Narrow"/>
          <w:b/>
          <w:sz w:val="22"/>
          <w:lang w:val="pt-BR" w:eastAsia="pt-BR"/>
        </w:rPr>
      </w:pPr>
      <w:r w:rsidRPr="007A2F94">
        <w:rPr>
          <w:rFonts w:ascii="Arial Narrow" w:hAnsi="Arial Narrow"/>
          <w:b/>
          <w:sz w:val="22"/>
          <w:lang w:val="pt-BR" w:eastAsia="pt-BR"/>
        </w:rPr>
        <w:t xml:space="preserve">O aluno deve descrever, em primeira pessoa do singular, de forma clara e objetiva, os objetivos do seu estágio, </w:t>
      </w:r>
    </w:p>
    <w:p w:rsidRPr="007A2F94" w:rsidR="00A2656E" w:rsidP="0A3CC2E4" w:rsidRDefault="00631549" w14:paraId="45D138BA" w14:textId="77777777">
      <w:pPr>
        <w:rPr>
          <w:rFonts w:ascii="Arial Narrow" w:hAnsi="Arial Narrow"/>
          <w:b w:val="1"/>
          <w:bCs w:val="1"/>
          <w:sz w:val="22"/>
          <w:szCs w:val="22"/>
          <w:lang w:val="en-US" w:eastAsia="pt-BR"/>
        </w:rPr>
      </w:pPr>
      <w:r w:rsidRPr="0A3CC2E4" w:rsidR="00631549">
        <w:rPr>
          <w:rFonts w:ascii="Arial Narrow" w:hAnsi="Arial Narrow"/>
          <w:b w:val="1"/>
          <w:bCs w:val="1"/>
          <w:sz w:val="22"/>
          <w:szCs w:val="22"/>
          <w:lang w:val="en-US" w:eastAsia="pt-BR"/>
        </w:rPr>
        <w:t>suas expectativas e como se deu o seu desenvolvimento</w:t>
      </w:r>
      <w:r w:rsidRPr="0A3CC2E4" w:rsidR="00E07793">
        <w:rPr>
          <w:rFonts w:ascii="Arial Narrow" w:hAnsi="Arial Narrow"/>
          <w:b w:val="1"/>
          <w:bCs w:val="1"/>
          <w:sz w:val="22"/>
          <w:szCs w:val="22"/>
          <w:lang w:val="en-US" w:eastAsia="pt-BR"/>
        </w:rPr>
        <w:t>, considerando o período em que foi desenvolvido</w:t>
      </w:r>
      <w:r w:rsidRPr="0A3CC2E4" w:rsidR="00631549">
        <w:rPr>
          <w:rFonts w:ascii="Arial Narrow" w:hAnsi="Arial Narrow"/>
          <w:b w:val="1"/>
          <w:bCs w:val="1"/>
          <w:sz w:val="22"/>
          <w:szCs w:val="22"/>
          <w:lang w:val="en-US" w:eastAsia="pt-BR"/>
        </w:rPr>
        <w:t>.</w:t>
      </w:r>
      <w:r w:rsidRPr="0A3CC2E4" w:rsidR="00E07793">
        <w:rPr>
          <w:rFonts w:ascii="Arial Narrow" w:hAnsi="Arial Narrow"/>
          <w:b w:val="1"/>
          <w:bCs w:val="1"/>
          <w:sz w:val="22"/>
          <w:szCs w:val="22"/>
          <w:lang w:val="en-US" w:eastAsia="pt-BR"/>
        </w:rPr>
        <w:t xml:space="preserve">  </w:t>
      </w:r>
    </w:p>
    <w:p w:rsidRPr="000C5378" w:rsidR="00631549" w:rsidP="00A2656E" w:rsidRDefault="000C5378" w14:paraId="067A1B9A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1581A93B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2A45FE72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5A3F363A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46102E9B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75D8BA7C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16772082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7326DFA2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355E43D6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7C5D377D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1F26B2F1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0C5378" w14:paraId="2AAB9D32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503A42" w14:paraId="14BA523F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503A42" w14:paraId="4AF1EE83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503A42" w14:paraId="3E57F733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503A42" w14:paraId="4FB330AD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503A42" w14:paraId="285F2BD3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0C5378" w:rsidR="00631549" w:rsidP="00A2656E" w:rsidRDefault="00503A42" w14:paraId="6621025C" w14:textId="77777777">
      <w:pPr>
        <w:rPr>
          <w:color w:val="000000" w:themeColor="text1"/>
          <w:lang w:val="pt-BR" w:eastAsia="pt-BR"/>
        </w:rPr>
      </w:pPr>
      <w:r>
        <w:rPr>
          <w:color w:val="000000" w:themeColor="text1"/>
          <w:lang w:val="pt-BR" w:eastAsia="pt-BR"/>
        </w:rPr>
        <w:t>______________________________________________________________________</w:t>
      </w:r>
    </w:p>
    <w:p w:rsidRPr="00483739" w:rsidR="00631549" w:rsidP="00631549" w:rsidRDefault="00631549" w14:paraId="77995FA2" w14:textId="77777777">
      <w:pPr>
        <w:pStyle w:val="Ttulo1"/>
        <w:rPr>
          <w:lang w:val="pt-BR"/>
        </w:rPr>
      </w:pPr>
      <w:r w:rsidRPr="00483739">
        <w:rPr>
          <w:lang w:val="pt-BR"/>
        </w:rPr>
        <w:t>Atividades desenvolvidas no estágio</w:t>
      </w:r>
    </w:p>
    <w:p w:rsidRPr="00631549" w:rsidR="00631549" w:rsidP="00631549" w:rsidRDefault="00631549" w14:paraId="51F6C7E1" w14:textId="77777777">
      <w:pPr>
        <w:rPr>
          <w:lang w:val="pt-BR"/>
        </w:rPr>
      </w:pPr>
      <w:r w:rsidRPr="00631549">
        <w:rPr>
          <w:lang w:val="pt-BR"/>
        </w:rPr>
        <w:t>Atividades desenvolvidas no período de</w:t>
      </w:r>
      <w:r w:rsidR="00503A42">
        <w:rPr>
          <w:lang w:val="pt-BR"/>
        </w:rPr>
        <w:t xml:space="preserve"> ____</w:t>
      </w:r>
      <w:r w:rsidRPr="00631549">
        <w:rPr>
          <w:lang w:val="pt-BR"/>
        </w:rPr>
        <w:t>/</w:t>
      </w:r>
      <w:r w:rsidR="00503A42">
        <w:rPr>
          <w:lang w:val="pt-BR"/>
        </w:rPr>
        <w:t>____</w:t>
      </w:r>
      <w:r w:rsidRPr="00631549">
        <w:rPr>
          <w:lang w:val="pt-BR"/>
        </w:rPr>
        <w:t>/</w:t>
      </w:r>
      <w:r w:rsidR="00503A42">
        <w:rPr>
          <w:lang w:val="pt-BR"/>
        </w:rPr>
        <w:t>_______</w:t>
      </w:r>
      <w:r w:rsidRPr="00631549">
        <w:rPr>
          <w:lang w:val="pt-BR"/>
        </w:rPr>
        <w:t xml:space="preserve"> a </w:t>
      </w:r>
      <w:r w:rsidR="00503A42">
        <w:rPr>
          <w:lang w:val="pt-BR"/>
        </w:rPr>
        <w:t>____</w:t>
      </w:r>
      <w:r w:rsidRPr="00631549">
        <w:rPr>
          <w:lang w:val="pt-BR"/>
        </w:rPr>
        <w:t>/</w:t>
      </w:r>
      <w:r w:rsidR="00503A42">
        <w:rPr>
          <w:lang w:val="pt-BR"/>
        </w:rPr>
        <w:t>____</w:t>
      </w:r>
      <w:r w:rsidRPr="00631549">
        <w:rPr>
          <w:lang w:val="pt-BR"/>
        </w:rPr>
        <w:t>/</w:t>
      </w:r>
      <w:r w:rsidR="00503A42">
        <w:rPr>
          <w:lang w:val="pt-BR"/>
        </w:rPr>
        <w:t>_________</w:t>
      </w:r>
    </w:p>
    <w:p w:rsidRPr="00881CC0" w:rsidR="00631549" w:rsidP="00631549" w:rsidRDefault="00631549" w14:paraId="035EF0AA" w14:textId="77777777">
      <w:pPr>
        <w:rPr>
          <w:rFonts w:ascii="Arial Narrow" w:hAnsi="Arial Narrow"/>
          <w:b/>
          <w:sz w:val="22"/>
          <w:lang w:val="pt-BR" w:eastAsia="pt-BR"/>
        </w:rPr>
      </w:pPr>
      <w:r w:rsidRPr="00881CC0">
        <w:rPr>
          <w:rFonts w:ascii="Arial Narrow" w:hAnsi="Arial Narrow"/>
          <w:b/>
          <w:sz w:val="22"/>
          <w:lang w:val="pt-BR" w:eastAsia="pt-BR"/>
        </w:rPr>
        <w:t>O estagiário deverá descrever todas as atividades desenvolvidas no período referenciado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3543"/>
      </w:tblGrid>
      <w:tr w:rsidRPr="00881CC0" w:rsidR="00111BDC" w:rsidTr="00881CC0" w14:paraId="386A465D" w14:textId="77777777">
        <w:tc>
          <w:tcPr>
            <w:tcW w:w="4106" w:type="dxa"/>
            <w:vAlign w:val="center"/>
          </w:tcPr>
          <w:p w:rsidRPr="00881CC0" w:rsidR="00111BDC" w:rsidP="00881CC0" w:rsidRDefault="00111BDC" w14:paraId="6C4348C7" w14:textId="777777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lang w:val="pt-BR"/>
              </w:rPr>
            </w:pPr>
            <w:r w:rsidRPr="00881CC0">
              <w:rPr>
                <w:rFonts w:asciiTheme="minorHAnsi" w:hAnsiTheme="minorHAnsi"/>
                <w:b/>
                <w:sz w:val="20"/>
                <w:lang w:val="pt-BR"/>
              </w:rPr>
              <w:t>ATIVIDADE</w:t>
            </w:r>
          </w:p>
        </w:tc>
        <w:tc>
          <w:tcPr>
            <w:tcW w:w="1701" w:type="dxa"/>
            <w:vAlign w:val="center"/>
          </w:tcPr>
          <w:p w:rsidRPr="00881CC0" w:rsidR="00111BDC" w:rsidP="00881CC0" w:rsidRDefault="00111BDC" w14:paraId="6C4BDBC6" w14:textId="777777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lang w:val="pt-BR"/>
              </w:rPr>
            </w:pPr>
            <w:r w:rsidRPr="00881CC0">
              <w:rPr>
                <w:rFonts w:asciiTheme="minorHAnsi" w:hAnsiTheme="minorHAnsi"/>
                <w:b/>
                <w:sz w:val="20"/>
                <w:lang w:val="pt-BR"/>
              </w:rPr>
              <w:t>DEPTO /SETOR</w:t>
            </w:r>
          </w:p>
        </w:tc>
        <w:tc>
          <w:tcPr>
            <w:tcW w:w="3543" w:type="dxa"/>
            <w:vAlign w:val="center"/>
          </w:tcPr>
          <w:p w:rsidRPr="00881CC0" w:rsidR="00111BDC" w:rsidP="00881CC0" w:rsidRDefault="00403C4E" w14:paraId="353B20E8" w14:textId="777777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lang w:val="pt-BR"/>
              </w:rPr>
            </w:pPr>
            <w:r w:rsidRPr="00881CC0">
              <w:rPr>
                <w:rFonts w:asciiTheme="minorHAnsi" w:hAnsiTheme="minorHAnsi"/>
                <w:b/>
                <w:sz w:val="20"/>
                <w:lang w:val="pt-BR"/>
              </w:rPr>
              <w:t>DIFICULDADES NA REALIZAÇÃO DAS ATIVIDADES</w:t>
            </w:r>
          </w:p>
        </w:tc>
      </w:tr>
      <w:tr w:rsidRPr="007A2F94" w:rsidR="00111BDC" w:rsidTr="00881CC0" w14:paraId="028C099A" w14:textId="77777777">
        <w:tc>
          <w:tcPr>
            <w:tcW w:w="4106" w:type="dxa"/>
            <w:vAlign w:val="center"/>
          </w:tcPr>
          <w:p w:rsidRPr="00111BDC" w:rsidR="00111BDC" w:rsidP="00631549" w:rsidRDefault="00111BDC" w14:paraId="601A2EB5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677EB62F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03202084" w14:textId="77777777">
            <w:pPr>
              <w:rPr>
                <w:sz w:val="20"/>
                <w:lang w:val="pt-BR"/>
              </w:rPr>
            </w:pPr>
          </w:p>
        </w:tc>
      </w:tr>
      <w:tr w:rsidRPr="007A2F94" w:rsidR="00111BDC" w:rsidTr="00881CC0" w14:paraId="1683C786" w14:textId="77777777">
        <w:tc>
          <w:tcPr>
            <w:tcW w:w="4106" w:type="dxa"/>
            <w:vAlign w:val="center"/>
          </w:tcPr>
          <w:p w:rsidRPr="00111BDC" w:rsidR="00111BDC" w:rsidP="00631549" w:rsidRDefault="00111BDC" w14:paraId="5158FB6A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5DB1F143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0E816EC9" w14:textId="77777777">
            <w:pPr>
              <w:rPr>
                <w:sz w:val="20"/>
                <w:lang w:val="pt-BR"/>
              </w:rPr>
            </w:pPr>
          </w:p>
        </w:tc>
      </w:tr>
      <w:tr w:rsidRPr="007A2F94" w:rsidR="00111BDC" w:rsidTr="00881CC0" w14:paraId="68CB2795" w14:textId="77777777">
        <w:tc>
          <w:tcPr>
            <w:tcW w:w="4106" w:type="dxa"/>
            <w:vAlign w:val="center"/>
          </w:tcPr>
          <w:p w:rsidRPr="00111BDC" w:rsidR="00111BDC" w:rsidP="00631549" w:rsidRDefault="00111BDC" w14:paraId="588A237D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46805B03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45304B72" w14:textId="77777777">
            <w:pPr>
              <w:rPr>
                <w:sz w:val="20"/>
                <w:lang w:val="pt-BR"/>
              </w:rPr>
            </w:pPr>
          </w:p>
        </w:tc>
      </w:tr>
      <w:tr w:rsidRPr="007A2F94" w:rsidR="00111BDC" w:rsidTr="00881CC0" w14:paraId="208658ED" w14:textId="77777777">
        <w:tc>
          <w:tcPr>
            <w:tcW w:w="4106" w:type="dxa"/>
            <w:vAlign w:val="center"/>
          </w:tcPr>
          <w:p w:rsidRPr="00111BDC" w:rsidR="00111BDC" w:rsidP="00631549" w:rsidRDefault="00111BDC" w14:paraId="54BA70CB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0F860AA5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245308D3" w14:textId="77777777">
            <w:pPr>
              <w:rPr>
                <w:sz w:val="20"/>
                <w:lang w:val="pt-BR"/>
              </w:rPr>
            </w:pPr>
          </w:p>
        </w:tc>
      </w:tr>
      <w:tr w:rsidRPr="007A2F94" w:rsidR="00111BDC" w:rsidTr="00881CC0" w14:paraId="4026CF4C" w14:textId="77777777">
        <w:tc>
          <w:tcPr>
            <w:tcW w:w="4106" w:type="dxa"/>
            <w:vAlign w:val="center"/>
          </w:tcPr>
          <w:p w:rsidRPr="00111BDC" w:rsidR="00111BDC" w:rsidP="00631549" w:rsidRDefault="00111BDC" w14:paraId="5D0E4081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06CD8EDA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16EDE996" w14:textId="77777777">
            <w:pPr>
              <w:rPr>
                <w:sz w:val="20"/>
                <w:lang w:val="pt-BR"/>
              </w:rPr>
            </w:pPr>
          </w:p>
        </w:tc>
      </w:tr>
      <w:tr w:rsidRPr="007A2F94" w:rsidR="00111BDC" w:rsidTr="00881CC0" w14:paraId="751F1A16" w14:textId="77777777">
        <w:tc>
          <w:tcPr>
            <w:tcW w:w="4106" w:type="dxa"/>
            <w:vAlign w:val="center"/>
          </w:tcPr>
          <w:p w:rsidRPr="00111BDC" w:rsidR="00111BDC" w:rsidP="00631549" w:rsidRDefault="00111BDC" w14:paraId="2BEB6C1B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019F04F4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4C8DC082" w14:textId="77777777">
            <w:pPr>
              <w:rPr>
                <w:sz w:val="20"/>
                <w:lang w:val="pt-BR"/>
              </w:rPr>
            </w:pPr>
          </w:p>
        </w:tc>
      </w:tr>
      <w:tr w:rsidRPr="007A2F94" w:rsidR="00111BDC" w:rsidTr="00881CC0" w14:paraId="140F791B" w14:textId="77777777">
        <w:tc>
          <w:tcPr>
            <w:tcW w:w="4106" w:type="dxa"/>
            <w:vAlign w:val="center"/>
          </w:tcPr>
          <w:p w:rsidRPr="00111BDC" w:rsidR="00111BDC" w:rsidP="00631549" w:rsidRDefault="00111BDC" w14:paraId="4538A1A6" w14:textId="77777777">
            <w:pPr>
              <w:rPr>
                <w:sz w:val="20"/>
                <w:lang w:val="pt-BR"/>
              </w:rPr>
            </w:pPr>
          </w:p>
        </w:tc>
        <w:tc>
          <w:tcPr>
            <w:tcW w:w="1701" w:type="dxa"/>
            <w:vAlign w:val="center"/>
          </w:tcPr>
          <w:p w:rsidRPr="00111BDC" w:rsidR="00111BDC" w:rsidP="00631549" w:rsidRDefault="00111BDC" w14:paraId="289E2743" w14:textId="77777777">
            <w:pPr>
              <w:rPr>
                <w:sz w:val="20"/>
                <w:lang w:val="pt-BR"/>
              </w:rPr>
            </w:pPr>
          </w:p>
        </w:tc>
        <w:tc>
          <w:tcPr>
            <w:tcW w:w="3543" w:type="dxa"/>
            <w:vAlign w:val="center"/>
          </w:tcPr>
          <w:p w:rsidRPr="00111BDC" w:rsidR="00111BDC" w:rsidP="00631549" w:rsidRDefault="00111BDC" w14:paraId="5654F387" w14:textId="77777777">
            <w:pPr>
              <w:rPr>
                <w:sz w:val="20"/>
                <w:lang w:val="pt-BR"/>
              </w:rPr>
            </w:pPr>
          </w:p>
        </w:tc>
      </w:tr>
    </w:tbl>
    <w:p w:rsidR="00631549" w:rsidP="00631549" w:rsidRDefault="00631549" w14:paraId="30A5CC56" w14:textId="77777777">
      <w:pPr>
        <w:rPr>
          <w:color w:val="FF0000"/>
          <w:lang w:val="pt-BR"/>
        </w:rPr>
      </w:pPr>
    </w:p>
    <w:p w:rsidRPr="00503A42" w:rsidR="00111BDC" w:rsidP="00631549" w:rsidRDefault="00111BDC" w14:paraId="13CAC619" w14:textId="77777777">
      <w:pPr>
        <w:pStyle w:val="Ttulo1"/>
        <w:rPr>
          <w:sz w:val="24"/>
          <w:szCs w:val="24"/>
          <w:lang w:val="pt-BR"/>
        </w:rPr>
      </w:pPr>
      <w:r w:rsidRPr="00503A42">
        <w:rPr>
          <w:sz w:val="24"/>
          <w:szCs w:val="24"/>
          <w:lang w:val="pt-BR"/>
        </w:rPr>
        <w:t>Autoavaliação do estagiário</w:t>
      </w:r>
    </w:p>
    <w:p w:rsidR="009837D7" w:rsidP="00EE44BA" w:rsidRDefault="009837D7" w14:paraId="651E5A1D" w14:textId="77777777">
      <w:pPr>
        <w:spacing w:after="0"/>
        <w:rPr>
          <w:rFonts w:ascii="Arial Narrow" w:hAnsi="Arial Narrow"/>
          <w:b/>
          <w:sz w:val="22"/>
          <w:lang w:val="pt-BR" w:eastAsia="pt-BR"/>
        </w:rPr>
      </w:pPr>
      <w:r w:rsidRPr="00881CC0">
        <w:rPr>
          <w:rFonts w:ascii="Arial Narrow" w:hAnsi="Arial Narrow"/>
          <w:b/>
          <w:sz w:val="22"/>
          <w:lang w:val="pt-BR" w:eastAsia="pt-BR"/>
        </w:rPr>
        <w:t xml:space="preserve">O estagiário deve considerar seu desempenho no período </w:t>
      </w:r>
      <w:r w:rsidRPr="00881CC0" w:rsidR="00823046">
        <w:rPr>
          <w:rFonts w:ascii="Arial Narrow" w:hAnsi="Arial Narrow"/>
          <w:b/>
          <w:sz w:val="22"/>
          <w:lang w:val="pt-BR" w:eastAsia="pt-BR"/>
        </w:rPr>
        <w:t>referenciado</w:t>
      </w:r>
      <w:r w:rsidR="00670C6B">
        <w:rPr>
          <w:rFonts w:ascii="Arial Narrow" w:hAnsi="Arial Narrow"/>
          <w:b/>
          <w:sz w:val="22"/>
          <w:lang w:val="pt-BR" w:eastAsia="pt-BR"/>
        </w:rPr>
        <w:t>.</w:t>
      </w:r>
    </w:p>
    <w:p w:rsidR="00670C6B" w:rsidP="00670C6B" w:rsidRDefault="00670C6B" w14:paraId="5873EABE" w14:textId="77777777">
      <w:pPr>
        <w:tabs>
          <w:tab w:val="left" w:pos="2268"/>
          <w:tab w:val="left" w:pos="3686"/>
          <w:tab w:val="left" w:pos="5103"/>
          <w:tab w:val="left" w:pos="6521"/>
          <w:tab w:val="left" w:pos="8222"/>
        </w:tabs>
        <w:spacing w:after="0" w:line="240" w:lineRule="auto"/>
        <w:jc w:val="left"/>
        <w:rPr>
          <w:b/>
          <w:sz w:val="16"/>
          <w:szCs w:val="20"/>
          <w:lang w:val="pt-BR"/>
        </w:rPr>
      </w:pPr>
      <w:r w:rsidRPr="00670C6B">
        <w:rPr>
          <w:b/>
          <w:sz w:val="16"/>
          <w:szCs w:val="20"/>
          <w:lang w:val="pt-BR"/>
        </w:rPr>
        <w:t>GRAU DE DESEMPENHO:</w:t>
      </w:r>
      <w:r>
        <w:rPr>
          <w:b/>
          <w:sz w:val="16"/>
          <w:szCs w:val="20"/>
          <w:lang w:val="pt-BR"/>
        </w:rPr>
        <w:tab/>
      </w:r>
      <w:r w:rsidRPr="00670C6B">
        <w:rPr>
          <w:b/>
          <w:sz w:val="16"/>
          <w:szCs w:val="20"/>
          <w:lang w:val="pt-BR"/>
        </w:rPr>
        <w:t xml:space="preserve">MB=MUITO </w:t>
      </w:r>
      <w:r>
        <w:rPr>
          <w:b/>
          <w:sz w:val="16"/>
          <w:szCs w:val="20"/>
          <w:lang w:val="pt-BR"/>
        </w:rPr>
        <w:tab/>
      </w:r>
      <w:r w:rsidRPr="00670C6B">
        <w:rPr>
          <w:b/>
          <w:sz w:val="16"/>
          <w:szCs w:val="20"/>
          <w:lang w:val="pt-BR"/>
        </w:rPr>
        <w:t xml:space="preserve">BOM B=BOM </w:t>
      </w:r>
      <w:r>
        <w:rPr>
          <w:b/>
          <w:sz w:val="16"/>
          <w:szCs w:val="20"/>
          <w:lang w:val="pt-BR"/>
        </w:rPr>
        <w:tab/>
      </w:r>
      <w:r w:rsidRPr="00670C6B">
        <w:rPr>
          <w:b/>
          <w:sz w:val="16"/>
          <w:szCs w:val="20"/>
          <w:lang w:val="pt-BR"/>
        </w:rPr>
        <w:t xml:space="preserve">R=REGULAR </w:t>
      </w:r>
      <w:r>
        <w:rPr>
          <w:b/>
          <w:sz w:val="16"/>
          <w:szCs w:val="20"/>
          <w:lang w:val="pt-BR"/>
        </w:rPr>
        <w:tab/>
      </w:r>
      <w:r w:rsidRPr="00670C6B">
        <w:rPr>
          <w:b/>
          <w:sz w:val="16"/>
          <w:szCs w:val="20"/>
          <w:lang w:val="pt-BR"/>
        </w:rPr>
        <w:t xml:space="preserve">I=INSATISFATÓRIO </w:t>
      </w:r>
      <w:r>
        <w:rPr>
          <w:b/>
          <w:sz w:val="16"/>
          <w:szCs w:val="20"/>
          <w:lang w:val="pt-BR"/>
        </w:rPr>
        <w:tab/>
      </w:r>
      <w:r w:rsidRPr="00670C6B">
        <w:rPr>
          <w:b/>
          <w:sz w:val="16"/>
          <w:szCs w:val="20"/>
          <w:lang w:val="pt-BR"/>
        </w:rPr>
        <w:t>NA=NÃO SE APLICA</w:t>
      </w:r>
    </w:p>
    <w:tbl>
      <w:tblPr>
        <w:tblStyle w:val="Tabelacomgrade"/>
        <w:tblW w:w="9924" w:type="dxa"/>
        <w:tblLook w:val="04A0" w:firstRow="1" w:lastRow="0" w:firstColumn="1" w:lastColumn="0" w:noHBand="0" w:noVBand="1"/>
      </w:tblPr>
      <w:tblGrid>
        <w:gridCol w:w="7654"/>
        <w:gridCol w:w="454"/>
        <w:gridCol w:w="454"/>
        <w:gridCol w:w="454"/>
        <w:gridCol w:w="454"/>
        <w:gridCol w:w="454"/>
      </w:tblGrid>
      <w:tr w:rsidRPr="000512CA" w:rsidR="000512CA" w:rsidTr="000512CA" w14:paraId="44EE7644" w14:textId="77777777">
        <w:tc>
          <w:tcPr>
            <w:tcW w:w="7654" w:type="dxa"/>
          </w:tcPr>
          <w:p w:rsidRPr="00EE44BA" w:rsidR="000512CA" w:rsidP="00EE44BA" w:rsidRDefault="000512CA" w14:paraId="72015D8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asciiTheme="minorHAnsi" w:hAnsiTheme="minorHAnsi"/>
                <w:b/>
                <w:noProof/>
                <w:sz w:val="18"/>
                <w:szCs w:val="18"/>
                <w:lang w:val="pt-BR" w:eastAsia="pt-BR"/>
              </w:rPr>
              <w:t>Item Avaliado</w:t>
            </w:r>
          </w:p>
        </w:tc>
        <w:tc>
          <w:tcPr>
            <w:tcW w:w="454" w:type="dxa"/>
            <w:vAlign w:val="center"/>
          </w:tcPr>
          <w:p w:rsidRPr="000512CA" w:rsidR="000512CA" w:rsidP="00EE44BA" w:rsidRDefault="000512CA" w14:paraId="396EE4F5" w14:textId="77777777">
            <w:pPr>
              <w:tabs>
                <w:tab w:val="left" w:pos="2802"/>
              </w:tabs>
              <w:spacing w:after="0" w:line="240" w:lineRule="auto"/>
              <w:ind w:left="-109" w:right="-112"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</w:pPr>
            <w:r w:rsidRPr="000512CA"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  <w:t>MB</w:t>
            </w:r>
          </w:p>
        </w:tc>
        <w:tc>
          <w:tcPr>
            <w:tcW w:w="454" w:type="dxa"/>
            <w:vAlign w:val="center"/>
          </w:tcPr>
          <w:p w:rsidRPr="000512CA" w:rsidR="000512CA" w:rsidP="00EE44BA" w:rsidRDefault="000512CA" w14:paraId="6E5252DC" w14:textId="77777777">
            <w:pPr>
              <w:tabs>
                <w:tab w:val="left" w:pos="2802"/>
              </w:tabs>
              <w:spacing w:after="0" w:line="240" w:lineRule="auto"/>
              <w:ind w:left="-109" w:right="-112"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</w:pPr>
            <w:r w:rsidRPr="000512CA"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  <w:t>B</w:t>
            </w:r>
          </w:p>
        </w:tc>
        <w:tc>
          <w:tcPr>
            <w:tcW w:w="454" w:type="dxa"/>
            <w:vAlign w:val="center"/>
          </w:tcPr>
          <w:p w:rsidRPr="000512CA" w:rsidR="000512CA" w:rsidP="00EE44BA" w:rsidRDefault="000512CA" w14:paraId="6741A32D" w14:textId="77777777">
            <w:pPr>
              <w:tabs>
                <w:tab w:val="left" w:pos="2802"/>
              </w:tabs>
              <w:spacing w:after="0" w:line="240" w:lineRule="auto"/>
              <w:ind w:left="-109" w:right="-112"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</w:pPr>
            <w:r w:rsidRPr="000512CA"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  <w:t>R</w:t>
            </w:r>
          </w:p>
        </w:tc>
        <w:tc>
          <w:tcPr>
            <w:tcW w:w="454" w:type="dxa"/>
            <w:vAlign w:val="center"/>
          </w:tcPr>
          <w:p w:rsidRPr="000512CA" w:rsidR="000512CA" w:rsidP="00EE44BA" w:rsidRDefault="000512CA" w14:paraId="5C1DECDB" w14:textId="77777777">
            <w:pPr>
              <w:tabs>
                <w:tab w:val="left" w:pos="2802"/>
              </w:tabs>
              <w:spacing w:after="0" w:line="240" w:lineRule="auto"/>
              <w:ind w:left="-109" w:right="-112"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</w:pPr>
            <w:r w:rsidRPr="000512CA"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  <w:t>I</w:t>
            </w:r>
          </w:p>
        </w:tc>
        <w:tc>
          <w:tcPr>
            <w:tcW w:w="454" w:type="dxa"/>
            <w:vAlign w:val="center"/>
          </w:tcPr>
          <w:p w:rsidRPr="000512CA" w:rsidR="000512CA" w:rsidP="00EE44BA" w:rsidRDefault="000512CA" w14:paraId="031482E6" w14:textId="77777777">
            <w:pPr>
              <w:tabs>
                <w:tab w:val="left" w:pos="2802"/>
              </w:tabs>
              <w:spacing w:after="0" w:line="240" w:lineRule="auto"/>
              <w:ind w:left="-109" w:right="-112"/>
              <w:jc w:val="center"/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</w:pPr>
            <w:r w:rsidRPr="000512CA">
              <w:rPr>
                <w:rFonts w:asciiTheme="minorHAnsi" w:hAnsiTheme="minorHAnsi"/>
                <w:b/>
                <w:noProof/>
                <w:sz w:val="20"/>
                <w:szCs w:val="20"/>
                <w:lang w:val="pt-BR" w:eastAsia="pt-BR"/>
              </w:rPr>
              <w:t>NA</w:t>
            </w:r>
          </w:p>
        </w:tc>
      </w:tr>
      <w:tr w:rsidR="000512CA" w:rsidTr="00EE44BA" w14:paraId="698D7D88" w14:textId="77777777">
        <w:trPr>
          <w:trHeight w:val="73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0B3BD7D7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QUALIDADE DO TRABALHO</w:t>
            </w:r>
          </w:p>
          <w:p w:rsidRPr="00EE44BA" w:rsidR="00EE44BA" w:rsidP="00EE44BA" w:rsidRDefault="00EE44BA" w14:paraId="11D4020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E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xecução dos trabalhos com qualidade,</w:t>
            </w:r>
            <w:r w:rsidRPr="00EE44BA" w:rsidR="000512C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 xml:space="preserve"> 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 xml:space="preserve">tendo em vista a responsabilidade, participação, </w:t>
            </w:r>
          </w:p>
          <w:p w:rsidRPr="00EE44BA" w:rsidR="000512CA" w:rsidP="00EE44BA" w:rsidRDefault="000512CA" w14:paraId="0D5DFBB1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aperfeiçoamento contínuo, uso eficiente dos recursos disponíveis e cumprimento de metas</w:t>
            </w:r>
            <w:r w:rsid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.</w:t>
            </w:r>
          </w:p>
        </w:tc>
      </w:tr>
      <w:tr w:rsidR="000512CA" w:rsidTr="000512CA" w14:paraId="30E36060" w14:textId="77777777">
        <w:tc>
          <w:tcPr>
            <w:tcW w:w="7654" w:type="dxa"/>
            <w:vAlign w:val="center"/>
          </w:tcPr>
          <w:p w:rsidRPr="00EE44BA" w:rsidR="000512CA" w:rsidP="00EE44BA" w:rsidRDefault="000512CA" w14:paraId="7415A824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Realiza suas atividades cumprindo as metas estabelecidas em atendimento aos padrões de qualidade esperados.</w:t>
            </w:r>
          </w:p>
        </w:tc>
        <w:tc>
          <w:tcPr>
            <w:tcW w:w="454" w:type="dxa"/>
          </w:tcPr>
          <w:p w:rsidRPr="000512CA" w:rsidR="000512CA" w:rsidP="00EE44BA" w:rsidRDefault="000512CA" w14:paraId="7DE04FD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16387C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25DB33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FB031F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579E8C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033F6595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1DF50D0E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Apresenta resultados satisfatórios dentro dos prazos estabelecidos.</w:t>
            </w:r>
          </w:p>
        </w:tc>
        <w:tc>
          <w:tcPr>
            <w:tcW w:w="454" w:type="dxa"/>
          </w:tcPr>
          <w:p w:rsidRPr="000512CA" w:rsidR="000512CA" w:rsidP="00EE44BA" w:rsidRDefault="000512CA" w14:paraId="5D02A52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987C069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7ED48C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650E8CFA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A434F2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0512CA" w14:paraId="1BF88E32" w14:textId="77777777">
        <w:tc>
          <w:tcPr>
            <w:tcW w:w="7654" w:type="dxa"/>
            <w:vAlign w:val="center"/>
          </w:tcPr>
          <w:p w:rsidRPr="00EE44BA" w:rsidR="000512CA" w:rsidP="00EE44BA" w:rsidRDefault="000512CA" w14:paraId="3228A86C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São capazes de desenvolver as tarefas requeridas, demonstrando as competências necessárias e buscando se aperfeiçoar continuamente.</w:t>
            </w:r>
          </w:p>
        </w:tc>
        <w:tc>
          <w:tcPr>
            <w:tcW w:w="454" w:type="dxa"/>
          </w:tcPr>
          <w:p w:rsidRPr="000512CA" w:rsidR="000512CA" w:rsidP="00EE44BA" w:rsidRDefault="000512CA" w14:paraId="5CD1FFEA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F53AC3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801BB2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574A70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67394AD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067C90B0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2973CC36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Apresenta interesse, dedicação e disposição para aprender.</w:t>
            </w:r>
          </w:p>
        </w:tc>
        <w:tc>
          <w:tcPr>
            <w:tcW w:w="454" w:type="dxa"/>
          </w:tcPr>
          <w:p w:rsidRPr="000512CA" w:rsidR="000512CA" w:rsidP="00EE44BA" w:rsidRDefault="000512CA" w14:paraId="5A6E085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A439BF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EC35E2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8009919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9FE292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603D0E7A" w14:textId="77777777">
        <w:trPr>
          <w:trHeight w:val="73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73C75E2A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PLANEJAMENTO E ORGANIZAÇÃO</w:t>
            </w:r>
          </w:p>
          <w:p w:rsidRPr="00EE44BA" w:rsidR="00EE44BA" w:rsidP="00EE44BA" w:rsidRDefault="00EE44BA" w14:paraId="4274743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C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apacidade de planejar e organizar as ações relativas às atividades, tarefas e os</w:t>
            </w:r>
          </w:p>
          <w:p w:rsidRPr="00EE44BA" w:rsidR="000512CA" w:rsidP="00EE44BA" w:rsidRDefault="000512CA" w14:paraId="089BE8C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objetivos do estágio na empresa ou instituição; considerar o rendimento e o atendimento de prazos.</w:t>
            </w:r>
          </w:p>
        </w:tc>
      </w:tr>
      <w:tr w:rsidR="000512CA" w:rsidTr="000512CA" w14:paraId="0E3B2CAB" w14:textId="77777777">
        <w:tc>
          <w:tcPr>
            <w:tcW w:w="7654" w:type="dxa"/>
            <w:vAlign w:val="center"/>
          </w:tcPr>
          <w:p w:rsidRPr="00EE44BA" w:rsidR="000512CA" w:rsidP="00EE44BA" w:rsidRDefault="000512CA" w14:paraId="21613A69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Tem clareza das atividades que precisam ser realizadas e demonstram determinação na execução das mesmas.</w:t>
            </w:r>
          </w:p>
        </w:tc>
        <w:tc>
          <w:tcPr>
            <w:tcW w:w="454" w:type="dxa"/>
          </w:tcPr>
          <w:p w:rsidRPr="000512CA" w:rsidR="000512CA" w:rsidP="00EE44BA" w:rsidRDefault="000512CA" w14:paraId="2A0A8AB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17752C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9AFC27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6C4E46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A7AA5E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2607E6FE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0F2D53DF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Demonstra organização no ambiente de trabalho.</w:t>
            </w:r>
          </w:p>
        </w:tc>
        <w:tc>
          <w:tcPr>
            <w:tcW w:w="454" w:type="dxa"/>
          </w:tcPr>
          <w:p w:rsidRPr="000512CA" w:rsidR="000512CA" w:rsidP="00EE44BA" w:rsidRDefault="000512CA" w14:paraId="58F74AE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20094C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B582D2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0C8CDA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285E751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733B9B29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18356C94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Avalia o planejamento das atividades, replanejando sempre que necessário.</w:t>
            </w:r>
          </w:p>
        </w:tc>
        <w:tc>
          <w:tcPr>
            <w:tcW w:w="454" w:type="dxa"/>
          </w:tcPr>
          <w:p w:rsidRPr="000512CA" w:rsidR="000512CA" w:rsidP="00EE44BA" w:rsidRDefault="000512CA" w14:paraId="5493161F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9C4917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50DFCF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4AD7A8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E43345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3A99C51C" w14:textId="77777777">
        <w:trPr>
          <w:trHeight w:val="227"/>
        </w:trPr>
        <w:tc>
          <w:tcPr>
            <w:tcW w:w="7654" w:type="dxa"/>
          </w:tcPr>
          <w:p w:rsidRPr="00EE44BA" w:rsidR="000512CA" w:rsidP="00EE44BA" w:rsidRDefault="000512CA" w14:paraId="50BC5E8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Busca orientação em caso de dúvidas.</w:t>
            </w:r>
          </w:p>
        </w:tc>
        <w:tc>
          <w:tcPr>
            <w:tcW w:w="454" w:type="dxa"/>
          </w:tcPr>
          <w:p w:rsidRPr="000512CA" w:rsidR="000512CA" w:rsidP="00EE44BA" w:rsidRDefault="000512CA" w14:paraId="6582DA13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67F4E8D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996379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2DF2C0A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6A95E7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60FBB9C3" w14:textId="77777777">
        <w:trPr>
          <w:trHeight w:val="56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382BA0C2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INICIATIVA E INDEPENDÊNCIA</w:t>
            </w:r>
          </w:p>
          <w:p w:rsidRPr="00EE44BA" w:rsidR="000512CA" w:rsidP="00EE44BA" w:rsidRDefault="00EE44BA" w14:paraId="7CC3074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C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apacidade de apresentar novas soluções por iniciativa própria</w:t>
            </w: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.</w:t>
            </w:r>
          </w:p>
        </w:tc>
      </w:tr>
      <w:tr w:rsidR="000512CA" w:rsidTr="00EE44BA" w14:paraId="29077711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34124EDF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Se oferece, voluntariamente, para a realização de novas atividades.</w:t>
            </w:r>
          </w:p>
        </w:tc>
        <w:tc>
          <w:tcPr>
            <w:tcW w:w="454" w:type="dxa"/>
          </w:tcPr>
          <w:p w:rsidRPr="000512CA" w:rsidR="000512CA" w:rsidP="00EE44BA" w:rsidRDefault="000512CA" w14:paraId="3D68A37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253FFF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B90A57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728992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B89301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178E1B9F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1E6F994D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Apresenta pró atividade na resolução de problemas.</w:t>
            </w:r>
          </w:p>
        </w:tc>
        <w:tc>
          <w:tcPr>
            <w:tcW w:w="454" w:type="dxa"/>
          </w:tcPr>
          <w:p w:rsidRPr="000512CA" w:rsidR="000512CA" w:rsidP="00EE44BA" w:rsidRDefault="000512CA" w14:paraId="3A58D57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D01524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6BE3BC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B08B80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888EA3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370E0F87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41C65BDB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Cumpre suas atividades dispensando a constante coordenação dos chefes.</w:t>
            </w:r>
          </w:p>
        </w:tc>
        <w:tc>
          <w:tcPr>
            <w:tcW w:w="454" w:type="dxa"/>
          </w:tcPr>
          <w:p w:rsidRPr="000512CA" w:rsidR="000512CA" w:rsidP="00EE44BA" w:rsidRDefault="000512CA" w14:paraId="71BECA21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F5D519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A0F11FF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F325A2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9BA319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4E785ECB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3176906D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Sugere ou executa modificações ou inovações, no contexto do estágio, que beneficiem a Empresa.</w:t>
            </w:r>
          </w:p>
        </w:tc>
        <w:tc>
          <w:tcPr>
            <w:tcW w:w="454" w:type="dxa"/>
          </w:tcPr>
          <w:p w:rsidRPr="000512CA" w:rsidR="000512CA" w:rsidP="00EE44BA" w:rsidRDefault="000512CA" w14:paraId="2C8F6C0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5303ED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6E82A2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3A5144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F0784A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127D3A9E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7AD97C11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Dirige ou coordena atividades, fazendo-se seguir ou atender com naturalidade.</w:t>
            </w:r>
          </w:p>
        </w:tc>
        <w:tc>
          <w:tcPr>
            <w:tcW w:w="454" w:type="dxa"/>
          </w:tcPr>
          <w:p w:rsidRPr="000512CA" w:rsidR="000512CA" w:rsidP="00EE44BA" w:rsidRDefault="000512CA" w14:paraId="04798EB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664C3B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2B631E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2A4671F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814D6B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5F1DFF5A" w14:textId="77777777">
        <w:trPr>
          <w:trHeight w:val="56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693E6B9B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COMPETÊNCIAS TÉCNICAS</w:t>
            </w:r>
          </w:p>
          <w:p w:rsidRPr="00EE44BA" w:rsidR="000512CA" w:rsidP="00EE44BA" w:rsidRDefault="00EE44BA" w14:paraId="1AB2F99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C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apacidade de mobilizar as competências necessárias para a boa execução das tarefas desenvolvidas.</w:t>
            </w:r>
          </w:p>
        </w:tc>
      </w:tr>
      <w:tr w:rsidR="000512CA" w:rsidTr="000512CA" w14:paraId="0A754224" w14:textId="77777777">
        <w:tc>
          <w:tcPr>
            <w:tcW w:w="7654" w:type="dxa"/>
          </w:tcPr>
          <w:p w:rsidRPr="00EE44BA" w:rsidR="000512CA" w:rsidP="00EE44BA" w:rsidRDefault="000512CA" w14:paraId="1CDA164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Apresenta as competências necessárias para a boa execução das tarefas desenvolvidas.</w:t>
            </w:r>
          </w:p>
        </w:tc>
        <w:tc>
          <w:tcPr>
            <w:tcW w:w="454" w:type="dxa"/>
          </w:tcPr>
          <w:p w:rsidRPr="000512CA" w:rsidR="000512CA" w:rsidP="00EE44BA" w:rsidRDefault="000512CA" w14:paraId="75969CC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E09747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BC5713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095141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2315AC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5620FB48" w14:textId="77777777">
        <w:trPr>
          <w:trHeight w:val="56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4F77267C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COOPERAÇÃO E TRABALHO EM EQUIPE</w:t>
            </w:r>
            <w:r w:rsidRPr="00EE44BA" w:rsidR="000512C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 xml:space="preserve">: </w:t>
            </w:r>
          </w:p>
          <w:p w:rsidRPr="00EE44BA" w:rsidR="000512CA" w:rsidP="00EE44BA" w:rsidRDefault="00EE44BA" w14:paraId="290C40D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C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apacidade de manter-se disponível para contribuir com sua ajuda quando solicitada e em sua integração em trabalho de equipe.</w:t>
            </w:r>
          </w:p>
        </w:tc>
      </w:tr>
      <w:tr w:rsidR="000512CA" w:rsidTr="000512CA" w14:paraId="45432A79" w14:textId="77777777">
        <w:tc>
          <w:tcPr>
            <w:tcW w:w="7654" w:type="dxa"/>
            <w:vAlign w:val="center"/>
          </w:tcPr>
          <w:p w:rsidRPr="00EE44BA" w:rsidR="000512CA" w:rsidP="00EE44BA" w:rsidRDefault="000512CA" w14:paraId="4A54DE4F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Troca experiências com os colegas de trabalho respeitando ideias e opiniões diferentes sem criar atritos.</w:t>
            </w:r>
          </w:p>
        </w:tc>
        <w:tc>
          <w:tcPr>
            <w:tcW w:w="454" w:type="dxa"/>
          </w:tcPr>
          <w:p w:rsidRPr="000512CA" w:rsidR="000512CA" w:rsidP="00EE44BA" w:rsidRDefault="000512CA" w14:paraId="34E15EC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4FDEF9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CDCE13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0B8329A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57A05F3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2968ADF4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3CC12CB7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Demonstram capacidade de interação, cooperação, respeitando as diversidades.</w:t>
            </w:r>
          </w:p>
        </w:tc>
        <w:tc>
          <w:tcPr>
            <w:tcW w:w="454" w:type="dxa"/>
          </w:tcPr>
          <w:p w:rsidRPr="000512CA" w:rsidR="000512CA" w:rsidP="00EE44BA" w:rsidRDefault="000512CA" w14:paraId="59DD2A4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4AB5EFA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D67625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235061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738643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55B2287D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2FE630AD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Apresenta disponibilidade para colaborar com a equipe.</w:t>
            </w:r>
          </w:p>
        </w:tc>
        <w:tc>
          <w:tcPr>
            <w:tcW w:w="454" w:type="dxa"/>
          </w:tcPr>
          <w:p w:rsidRPr="000512CA" w:rsidR="000512CA" w:rsidP="00EE44BA" w:rsidRDefault="000512CA" w14:paraId="2CE617D1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22C84E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0F3021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5A4B98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6B6D285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6332A830" w14:textId="77777777">
        <w:trPr>
          <w:trHeight w:val="56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2EC81FF3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SOCIABILIDADE</w:t>
            </w:r>
          </w:p>
          <w:p w:rsidRPr="00EE44BA" w:rsidR="000512CA" w:rsidP="00EE44BA" w:rsidRDefault="00EE44BA" w14:paraId="4E7E6D44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C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apacidade de bem se relacionar com as pessoas.</w:t>
            </w:r>
          </w:p>
        </w:tc>
      </w:tr>
      <w:tr w:rsidR="000512CA" w:rsidTr="000512CA" w14:paraId="4221C7EE" w14:textId="77777777">
        <w:tc>
          <w:tcPr>
            <w:tcW w:w="7654" w:type="dxa"/>
          </w:tcPr>
          <w:p w:rsidRPr="00EE44BA" w:rsidR="000512CA" w:rsidP="00EE44BA" w:rsidRDefault="000512CA" w14:paraId="296B152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Tratam com cortesia, disponibilidade e respeito os colegas de trabalho, superiores, clientes e fornecedores.</w:t>
            </w:r>
          </w:p>
        </w:tc>
        <w:tc>
          <w:tcPr>
            <w:tcW w:w="454" w:type="dxa"/>
          </w:tcPr>
          <w:p w:rsidRPr="000512CA" w:rsidR="000512CA" w:rsidP="00EE44BA" w:rsidRDefault="000512CA" w14:paraId="0C17393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1FB71E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64CE90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F95A4F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AE65A4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5C032122" w14:textId="77777777">
        <w:trPr>
          <w:trHeight w:val="56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24FFDE83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>PONTUALIDADE E ASSIDUIDADE</w:t>
            </w:r>
            <w:r w:rsidRPr="00EE44BA" w:rsidR="000512C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 xml:space="preserve"> </w:t>
            </w:r>
          </w:p>
          <w:p w:rsidRPr="00EE44BA" w:rsidR="000512CA" w:rsidP="00EE44BA" w:rsidRDefault="00EE44BA" w14:paraId="0708146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C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>omparecimento nos horários e dias de trabalho estabelecidos.</w:t>
            </w:r>
          </w:p>
        </w:tc>
      </w:tr>
      <w:tr w:rsidR="000512CA" w:rsidTr="00EE44BA" w14:paraId="25B81886" w14:textId="77777777">
        <w:trPr>
          <w:trHeight w:val="227"/>
        </w:trPr>
        <w:tc>
          <w:tcPr>
            <w:tcW w:w="7654" w:type="dxa"/>
          </w:tcPr>
          <w:p w:rsidRPr="00EE44BA" w:rsidR="000512CA" w:rsidP="00EE44BA" w:rsidRDefault="000512CA" w14:paraId="7F1B094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Cumpre horário de trabalho com exatidão e seriedade.</w:t>
            </w:r>
          </w:p>
        </w:tc>
        <w:tc>
          <w:tcPr>
            <w:tcW w:w="454" w:type="dxa"/>
          </w:tcPr>
          <w:p w:rsidRPr="000512CA" w:rsidR="000512CA" w:rsidP="00EE44BA" w:rsidRDefault="000512CA" w14:paraId="4B3F4F7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6D8797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9B7F5D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15FE4E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6DCF53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207450F1" w14:textId="77777777">
        <w:trPr>
          <w:trHeight w:val="227"/>
        </w:trPr>
        <w:tc>
          <w:tcPr>
            <w:tcW w:w="7654" w:type="dxa"/>
          </w:tcPr>
          <w:p w:rsidRPr="00EE44BA" w:rsidR="000512CA" w:rsidP="00EE44BA" w:rsidRDefault="000512CA" w14:paraId="2291827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Colabora e participa ativamente das atividades e reuniões promovidas pela empresa.</w:t>
            </w:r>
          </w:p>
        </w:tc>
        <w:tc>
          <w:tcPr>
            <w:tcW w:w="454" w:type="dxa"/>
          </w:tcPr>
          <w:p w:rsidRPr="000512CA" w:rsidR="000512CA" w:rsidP="00EE44BA" w:rsidRDefault="000512CA" w14:paraId="43476C3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60E86E4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659B2A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A281BCC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3FBF1423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7E8DE41F" w14:textId="77777777">
        <w:trPr>
          <w:trHeight w:val="227"/>
        </w:trPr>
        <w:tc>
          <w:tcPr>
            <w:tcW w:w="7654" w:type="dxa"/>
          </w:tcPr>
          <w:p w:rsidRPr="00EE44BA" w:rsidR="000512CA" w:rsidP="00EE44BA" w:rsidRDefault="000512CA" w14:paraId="2951F94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Apresenta resultados dentro dos prazos estabelecidos.</w:t>
            </w:r>
          </w:p>
        </w:tc>
        <w:tc>
          <w:tcPr>
            <w:tcW w:w="454" w:type="dxa"/>
          </w:tcPr>
          <w:p w:rsidRPr="000512CA" w:rsidR="000512CA" w:rsidP="00EE44BA" w:rsidRDefault="000512CA" w14:paraId="48D5F15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2976AF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5EE9A7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DA769F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A991A2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2BC56438" w14:textId="77777777">
        <w:trPr>
          <w:trHeight w:val="737"/>
        </w:trPr>
        <w:tc>
          <w:tcPr>
            <w:tcW w:w="99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E44BA" w:rsidR="000512CA" w:rsidP="00EE44BA" w:rsidRDefault="00EE44BA" w14:paraId="247566CF" w14:textId="77777777">
            <w:pPr>
              <w:tabs>
                <w:tab w:val="left" w:pos="2802"/>
              </w:tabs>
              <w:spacing w:after="0" w:line="240" w:lineRule="auto"/>
              <w:jc w:val="center"/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b/>
                <w:sz w:val="18"/>
                <w:szCs w:val="18"/>
                <w:lang w:val="pt-BR"/>
              </w:rPr>
              <w:t xml:space="preserve">CONDUTA ÉTICA </w:t>
            </w:r>
          </w:p>
          <w:p w:rsidR="00EE44BA" w:rsidP="00EE44BA" w:rsidRDefault="00EE44BA" w14:paraId="46F5DC41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>
              <w:rPr>
                <w:rFonts w:cs="Arial" w:asciiTheme="minorHAnsi" w:hAnsiTheme="minorHAnsi"/>
                <w:sz w:val="18"/>
                <w:szCs w:val="18"/>
                <w:lang w:val="pt-BR"/>
              </w:rPr>
              <w:t>A</w:t>
            </w:r>
            <w:r w:rsidRPr="00EE44BA" w:rsidR="000512CA">
              <w:rPr>
                <w:rFonts w:cs="Arial" w:asciiTheme="minorHAnsi" w:hAnsiTheme="minorHAnsi"/>
                <w:sz w:val="18"/>
                <w:szCs w:val="18"/>
                <w:lang w:val="pt-BR"/>
              </w:rPr>
              <w:t xml:space="preserve">titude pautada na legalidade, impessoalidade, senso de justiça, integridade e respeito ao próximo, </w:t>
            </w:r>
          </w:p>
          <w:p w:rsidRPr="00EE44BA" w:rsidR="000512CA" w:rsidP="00EE44BA" w:rsidRDefault="000512CA" w14:paraId="610F874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right="-112"/>
              <w:jc w:val="center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zelo pelos bens patrimoniais, pelos documentos e fatos referentes aos cargos ou função</w:t>
            </w:r>
            <w:r w:rsid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.</w:t>
            </w:r>
          </w:p>
        </w:tc>
      </w:tr>
      <w:tr w:rsidR="000512CA" w:rsidTr="00EE44BA" w14:paraId="17D281F6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4EA27F60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Respeita as normas e regulamentos da empresa e as orientações de sua chefia imediata.</w:t>
            </w:r>
          </w:p>
        </w:tc>
        <w:tc>
          <w:tcPr>
            <w:tcW w:w="454" w:type="dxa"/>
          </w:tcPr>
          <w:p w:rsidRPr="000512CA" w:rsidR="000512CA" w:rsidP="00EE44BA" w:rsidRDefault="000512CA" w14:paraId="4AFD6735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66D343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6792B9F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18B668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BE914DE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27B98E3F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01D07C3C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Tem responsabilidade em usar adequadamente e em conservar os bens patrimoniais da empresa.</w:t>
            </w:r>
          </w:p>
        </w:tc>
        <w:tc>
          <w:tcPr>
            <w:tcW w:w="454" w:type="dxa"/>
          </w:tcPr>
          <w:p w:rsidRPr="000512CA" w:rsidR="000512CA" w:rsidP="00EE44BA" w:rsidRDefault="000512CA" w14:paraId="363AB05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48AAE7B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7545EC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5AC3E32F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27EF7072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625B6F7D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1492CFA5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Posicionam-se com impessoalidade diante de situações conflituosas.</w:t>
            </w:r>
          </w:p>
        </w:tc>
        <w:tc>
          <w:tcPr>
            <w:tcW w:w="454" w:type="dxa"/>
          </w:tcPr>
          <w:p w:rsidRPr="000512CA" w:rsidR="000512CA" w:rsidP="00EE44BA" w:rsidRDefault="000512CA" w14:paraId="5F34AEBA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32001D9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DF38100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01A8CC6D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43B71989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  <w:tr w:rsidR="000512CA" w:rsidTr="00EE44BA" w14:paraId="11EA01E8" w14:textId="77777777">
        <w:trPr>
          <w:trHeight w:val="227"/>
        </w:trPr>
        <w:tc>
          <w:tcPr>
            <w:tcW w:w="7654" w:type="dxa"/>
            <w:vAlign w:val="center"/>
          </w:tcPr>
          <w:p w:rsidRPr="00EE44BA" w:rsidR="000512CA" w:rsidP="00EE44BA" w:rsidRDefault="000512CA" w14:paraId="68D10817" w14:textId="777777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 w:asciiTheme="minorHAnsi" w:hAnsiTheme="minorHAnsi"/>
                <w:sz w:val="18"/>
                <w:szCs w:val="18"/>
                <w:lang w:val="pt-BR"/>
              </w:rPr>
            </w:pPr>
            <w:r w:rsidRPr="00EE44BA">
              <w:rPr>
                <w:rFonts w:cs="Arial" w:asciiTheme="minorHAnsi" w:hAnsiTheme="minorHAnsi"/>
                <w:sz w:val="18"/>
                <w:szCs w:val="18"/>
                <w:lang w:val="pt-BR"/>
              </w:rPr>
              <w:t>Guardam sigilo sobre assuntos de natureza confidencial.</w:t>
            </w:r>
          </w:p>
        </w:tc>
        <w:tc>
          <w:tcPr>
            <w:tcW w:w="454" w:type="dxa"/>
          </w:tcPr>
          <w:p w:rsidRPr="000512CA" w:rsidR="000512CA" w:rsidP="00EE44BA" w:rsidRDefault="000512CA" w14:paraId="363059F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7F7F2A7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7E24EB06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695936D8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  <w:tc>
          <w:tcPr>
            <w:tcW w:w="454" w:type="dxa"/>
          </w:tcPr>
          <w:p w:rsidRPr="000512CA" w:rsidR="000512CA" w:rsidP="00EE44BA" w:rsidRDefault="000512CA" w14:paraId="1E99EB71" w14:textId="77777777">
            <w:pPr>
              <w:tabs>
                <w:tab w:val="left" w:pos="2268"/>
                <w:tab w:val="left" w:pos="3686"/>
                <w:tab w:val="left" w:pos="5103"/>
                <w:tab w:val="left" w:pos="6521"/>
                <w:tab w:val="left" w:pos="8222"/>
              </w:tabs>
              <w:spacing w:after="0" w:line="240" w:lineRule="auto"/>
              <w:ind w:left="-109" w:right="-112"/>
              <w:jc w:val="left"/>
              <w:rPr>
                <w:rFonts w:asciiTheme="minorHAnsi" w:hAnsiTheme="minorHAnsi"/>
                <w:b/>
                <w:sz w:val="16"/>
                <w:szCs w:val="20"/>
                <w:lang w:val="pt-BR"/>
              </w:rPr>
            </w:pPr>
          </w:p>
        </w:tc>
      </w:tr>
    </w:tbl>
    <w:p w:rsidR="00A62A06" w:rsidP="00631549" w:rsidRDefault="00A62A06" w14:paraId="4BC2A5E6" w14:textId="77777777">
      <w:pPr>
        <w:pStyle w:val="Ttulo1"/>
        <w:rPr>
          <w:lang w:val="pt-BR"/>
        </w:rPr>
      </w:pPr>
    </w:p>
    <w:p w:rsidR="00631549" w:rsidP="00631549" w:rsidRDefault="00631549" w14:paraId="5957C911" w14:textId="6F2DD148">
      <w:pPr>
        <w:pStyle w:val="Ttulo1"/>
        <w:rPr>
          <w:lang w:val="pt-BR"/>
        </w:rPr>
      </w:pPr>
      <w:r>
        <w:rPr>
          <w:lang w:val="pt-BR"/>
        </w:rPr>
        <w:t>Considerações finais</w:t>
      </w:r>
    </w:p>
    <w:p w:rsidR="00EE44BA" w:rsidP="00111BDC" w:rsidRDefault="00111BDC" w14:paraId="17C97C53" w14:textId="77777777">
      <w:pPr>
        <w:rPr>
          <w:rFonts w:ascii="Arial Narrow" w:hAnsi="Arial Narrow"/>
          <w:b/>
          <w:sz w:val="22"/>
          <w:lang w:val="pt-BR" w:eastAsia="pt-BR"/>
        </w:rPr>
      </w:pPr>
      <w:r w:rsidRPr="00881CC0">
        <w:rPr>
          <w:rFonts w:ascii="Arial Narrow" w:hAnsi="Arial Narrow"/>
          <w:b/>
          <w:sz w:val="22"/>
          <w:lang w:val="pt-BR" w:eastAsia="pt-BR"/>
        </w:rPr>
        <w:t>O estagiário deve efetuar uma análise crítica da contribuição do estágio para sua formação profissional, assim</w:t>
      </w:r>
    </w:p>
    <w:p w:rsidRPr="00881CC0" w:rsidR="00111BDC" w:rsidP="00111BDC" w:rsidRDefault="00111BDC" w14:paraId="27B34C41" w14:textId="77777777">
      <w:pPr>
        <w:rPr>
          <w:rFonts w:ascii="Arial Narrow" w:hAnsi="Arial Narrow"/>
          <w:b/>
          <w:sz w:val="22"/>
          <w:lang w:val="pt-BR" w:eastAsia="pt-BR"/>
        </w:rPr>
      </w:pPr>
      <w:r w:rsidRPr="00881CC0">
        <w:rPr>
          <w:rFonts w:ascii="Arial Narrow" w:hAnsi="Arial Narrow"/>
          <w:b/>
          <w:sz w:val="22"/>
          <w:lang w:val="pt-BR" w:eastAsia="pt-BR"/>
        </w:rPr>
        <w:t xml:space="preserve"> como refletir se o aprendizado obtido no curso contribuiu para a realização do estágio.</w:t>
      </w:r>
    </w:p>
    <w:p w:rsidR="00111BDC" w:rsidP="00111BDC" w:rsidRDefault="00503A42" w14:paraId="248113C2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  <w:bookmarkStart w:name="_GoBack" w:id="1"/>
      <w:bookmarkEnd w:id="1"/>
    </w:p>
    <w:p w:rsidR="00503A42" w:rsidP="00111BDC" w:rsidRDefault="00503A42" w14:paraId="06DFD185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53759F33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62695718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7E3F1F50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56A139F8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0239CD51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7E865751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02D0B5CB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1BDADE6D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3693BF7C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="00503A42" w:rsidP="00111BDC" w:rsidRDefault="00503A42" w14:paraId="5D25D841" w14:textId="77777777">
      <w:pPr>
        <w:rPr>
          <w:lang w:val="pt-BR"/>
        </w:rPr>
      </w:pPr>
      <w:r>
        <w:rPr>
          <w:lang w:val="pt-BR"/>
        </w:rPr>
        <w:t>______________________________________________________________________</w:t>
      </w:r>
    </w:p>
    <w:p w:rsidRPr="00876A75" w:rsidR="00881CC0" w:rsidP="00881CC0" w:rsidRDefault="00881CC0" w14:paraId="0FE61826" w14:textId="77777777">
      <w:pPr>
        <w:tabs>
          <w:tab w:val="left" w:pos="1217"/>
        </w:tabs>
        <w:rPr>
          <w:rFonts w:ascii="Calibri" w:hAnsi="Calibri"/>
          <w:sz w:val="18"/>
        </w:rPr>
      </w:pPr>
      <w:r>
        <w:rPr>
          <w:lang w:val="pt-BR"/>
        </w:rPr>
        <w:tab/>
      </w:r>
    </w:p>
    <w:p w:rsidRPr="00876A75" w:rsidR="00881CC0" w:rsidP="00881CC0" w:rsidRDefault="00881CC0" w14:paraId="093917D0" w14:textId="77777777">
      <w:pPr>
        <w:jc w:val="center"/>
        <w:rPr>
          <w:rFonts w:ascii="Calibri" w:hAnsi="Calibri"/>
          <w:sz w:val="16"/>
        </w:rPr>
      </w:pPr>
      <w:r w:rsidRPr="00876A75">
        <w:rPr>
          <w:rFonts w:ascii="Calibri" w:hAnsi="Calibri"/>
          <w:sz w:val="16"/>
        </w:rPr>
        <w:t xml:space="preserve">_________________, _____ de ______________________ </w:t>
      </w:r>
      <w:proofErr w:type="spellStart"/>
      <w:r w:rsidRPr="00876A75">
        <w:rPr>
          <w:rFonts w:ascii="Calibri" w:hAnsi="Calibri"/>
          <w:sz w:val="16"/>
        </w:rPr>
        <w:t>de</w:t>
      </w:r>
      <w:proofErr w:type="spellEnd"/>
      <w:r w:rsidRPr="00876A75">
        <w:rPr>
          <w:rFonts w:ascii="Calibri" w:hAnsi="Calibri"/>
          <w:sz w:val="16"/>
        </w:rPr>
        <w:t xml:space="preserve"> __________.</w:t>
      </w:r>
    </w:p>
    <w:p w:rsidR="00881CC0" w:rsidP="00881CC0" w:rsidRDefault="00881CC0" w14:paraId="6E534E44" w14:textId="77777777">
      <w:pPr>
        <w:rPr>
          <w:sz w:val="18"/>
        </w:rPr>
      </w:pPr>
    </w:p>
    <w:tbl>
      <w:tblPr>
        <w:tblW w:w="6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960"/>
        <w:gridCol w:w="1400"/>
        <w:gridCol w:w="280"/>
        <w:gridCol w:w="660"/>
        <w:gridCol w:w="1360"/>
      </w:tblGrid>
      <w:tr w:rsidRPr="0071262F" w:rsidR="0071262F" w:rsidTr="0071262F" w14:paraId="4B0C7DCD" w14:textId="77777777">
        <w:trPr>
          <w:trHeight w:val="300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620253BC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0E533408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28FFDD7E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7AE0E24B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205647F1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2912A339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</w:tr>
      <w:tr w:rsidRPr="0071262F" w:rsidR="0071262F" w:rsidTr="0071262F" w14:paraId="30A9F96B" w14:textId="77777777">
        <w:trPr>
          <w:trHeight w:val="300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3942EEE0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57D2D334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4DFD44D6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0846A282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18D503C2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3EFDFB99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</w:tr>
      <w:tr w:rsidRPr="0071262F" w:rsidR="0071262F" w:rsidTr="0071262F" w14:paraId="37C94F4C" w14:textId="77777777">
        <w:trPr>
          <w:trHeight w:val="300"/>
          <w:jc w:val="center"/>
        </w:trPr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03D259BD" w14:textId="6ED2245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Estagiário(a)</w:t>
            </w:r>
          </w:p>
        </w:tc>
      </w:tr>
      <w:tr w:rsidRPr="0071262F" w:rsidR="0071262F" w:rsidTr="0071262F" w14:paraId="57AE2451" w14:textId="77777777">
        <w:trPr>
          <w:trHeight w:val="300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40F3F3D2" w14:textId="7777777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69DD97A1" w14:textId="7777777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750EDB3E" w14:textId="7777777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55FDDEF8" w14:textId="7777777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075FBD45" w14:textId="7777777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7EECA620" w14:textId="7777777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71262F" w:rsidR="0071262F" w:rsidTr="0071262F" w14:paraId="2E245964" w14:textId="77777777">
        <w:trPr>
          <w:trHeight w:val="300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4EB419A8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6E4920E3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067FA306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699DC8B6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6529DC69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11F9905F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</w:tr>
      <w:tr w:rsidRPr="0071262F" w:rsidR="0071262F" w:rsidTr="0071262F" w14:paraId="3BEA7D18" w14:textId="77777777">
        <w:trPr>
          <w:trHeight w:val="300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438612BE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0989CC75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06755848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5EC88956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4E499783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Pr="0071262F" w:rsidR="0071262F" w:rsidP="0071262F" w:rsidRDefault="0071262F" w14:paraId="78464C4F" w14:textId="7777777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4"/>
                <w:lang w:val="pt-BR" w:eastAsia="pt-BR"/>
              </w:rPr>
            </w:pPr>
            <w:r w:rsidRPr="0071262F">
              <w:rPr>
                <w:rFonts w:eastAsia="Times New Roman" w:cs="Arial"/>
                <w:color w:val="000000"/>
                <w:szCs w:val="24"/>
                <w:lang w:val="pt-BR" w:eastAsia="pt-BR"/>
              </w:rPr>
              <w:t> </w:t>
            </w:r>
          </w:p>
        </w:tc>
      </w:tr>
      <w:tr w:rsidRPr="0071262F" w:rsidR="0071262F" w:rsidTr="0071262F" w14:paraId="4A81703F" w14:textId="77777777">
        <w:trPr>
          <w:trHeight w:val="300"/>
          <w:jc w:val="center"/>
        </w:trPr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71262F" w:rsidR="0071262F" w:rsidP="0071262F" w:rsidRDefault="0071262F" w14:paraId="2DCDC814" w14:textId="715C34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71262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Supervisor</w:t>
            </w:r>
          </w:p>
        </w:tc>
      </w:tr>
    </w:tbl>
    <w:p w:rsidR="00881CC0" w:rsidP="00881CC0" w:rsidRDefault="00881CC0" w14:paraId="07C030B5" w14:textId="77777777">
      <w:pPr>
        <w:rPr>
          <w:rFonts w:ascii="Tahoma" w:hAnsi="Tahoma"/>
        </w:rPr>
      </w:pPr>
    </w:p>
    <w:sectPr w:rsidR="00881CC0" w:rsidSect="00507AA5">
      <w:headerReference w:type="default" r:id="rId12"/>
      <w:pgSz w:w="12240" w:h="15840" w:orient="portrait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6B9" w:rsidP="00C96749" w:rsidRDefault="005E36B9" w14:paraId="1BCA48A7" w14:textId="77777777">
      <w:pPr>
        <w:spacing w:after="0" w:line="240" w:lineRule="auto"/>
      </w:pPr>
      <w:r>
        <w:separator/>
      </w:r>
    </w:p>
  </w:endnote>
  <w:endnote w:type="continuationSeparator" w:id="0">
    <w:p w:rsidR="005E36B9" w:rsidP="00C96749" w:rsidRDefault="005E36B9" w14:paraId="718300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6B9" w:rsidP="00C96749" w:rsidRDefault="005E36B9" w14:paraId="093AEF4D" w14:textId="77777777">
      <w:pPr>
        <w:spacing w:after="0" w:line="240" w:lineRule="auto"/>
      </w:pPr>
      <w:r>
        <w:separator/>
      </w:r>
    </w:p>
  </w:footnote>
  <w:footnote w:type="continuationSeparator" w:id="0">
    <w:p w:rsidR="005E36B9" w:rsidP="00C96749" w:rsidRDefault="005E36B9" w14:paraId="1D14F01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749" w:rsidP="00F94F90" w:rsidRDefault="00C96749" w14:paraId="338DA67F" w14:textId="7777777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73C1A26"/>
    <w:multiLevelType w:val="hybridMultilevel"/>
    <w:tmpl w:val="90767C7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41B7D"/>
    <w:multiLevelType w:val="hybridMultilevel"/>
    <w:tmpl w:val="7FA0A4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ctiveWritingStyle w:lang="en-US" w:vendorID="64" w:dllVersion="4096" w:nlCheck="1" w:checkStyle="0" w:appName="MSWord"/>
  <w:attachedTemplate r:id="rId1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49"/>
    <w:rsid w:val="00003E79"/>
    <w:rsid w:val="00034492"/>
    <w:rsid w:val="000512CA"/>
    <w:rsid w:val="000C5378"/>
    <w:rsid w:val="000E6F4D"/>
    <w:rsid w:val="00111BDC"/>
    <w:rsid w:val="00132947"/>
    <w:rsid w:val="00191148"/>
    <w:rsid w:val="00271065"/>
    <w:rsid w:val="00283FAE"/>
    <w:rsid w:val="002A579A"/>
    <w:rsid w:val="002B77BF"/>
    <w:rsid w:val="002D3908"/>
    <w:rsid w:val="003F1A6C"/>
    <w:rsid w:val="00403C4E"/>
    <w:rsid w:val="00483739"/>
    <w:rsid w:val="004920F3"/>
    <w:rsid w:val="005016B4"/>
    <w:rsid w:val="00503A42"/>
    <w:rsid w:val="00507AA5"/>
    <w:rsid w:val="005C129F"/>
    <w:rsid w:val="005E36B9"/>
    <w:rsid w:val="00600395"/>
    <w:rsid w:val="00606A3D"/>
    <w:rsid w:val="00631549"/>
    <w:rsid w:val="0065493E"/>
    <w:rsid w:val="00657CAB"/>
    <w:rsid w:val="00670C6B"/>
    <w:rsid w:val="00682455"/>
    <w:rsid w:val="00687B94"/>
    <w:rsid w:val="006B709E"/>
    <w:rsid w:val="006E4C52"/>
    <w:rsid w:val="006F1E3D"/>
    <w:rsid w:val="0071262F"/>
    <w:rsid w:val="00715FE5"/>
    <w:rsid w:val="00734C49"/>
    <w:rsid w:val="007A0F2D"/>
    <w:rsid w:val="007A2F94"/>
    <w:rsid w:val="007D3F00"/>
    <w:rsid w:val="00821972"/>
    <w:rsid w:val="00823046"/>
    <w:rsid w:val="00830FDD"/>
    <w:rsid w:val="008758CB"/>
    <w:rsid w:val="00875C54"/>
    <w:rsid w:val="0087705C"/>
    <w:rsid w:val="00881CC0"/>
    <w:rsid w:val="008860E6"/>
    <w:rsid w:val="008C6B21"/>
    <w:rsid w:val="008D1AB0"/>
    <w:rsid w:val="008D4B13"/>
    <w:rsid w:val="008E7B0C"/>
    <w:rsid w:val="00927846"/>
    <w:rsid w:val="00934465"/>
    <w:rsid w:val="009746A4"/>
    <w:rsid w:val="009837D7"/>
    <w:rsid w:val="00993548"/>
    <w:rsid w:val="00A03989"/>
    <w:rsid w:val="00A2656E"/>
    <w:rsid w:val="00A62A06"/>
    <w:rsid w:val="00A86FCC"/>
    <w:rsid w:val="00AB4899"/>
    <w:rsid w:val="00B43794"/>
    <w:rsid w:val="00B554F4"/>
    <w:rsid w:val="00B60F86"/>
    <w:rsid w:val="00B85A0B"/>
    <w:rsid w:val="00BA31FF"/>
    <w:rsid w:val="00BC6472"/>
    <w:rsid w:val="00BD5DC8"/>
    <w:rsid w:val="00BE1F54"/>
    <w:rsid w:val="00C07E6D"/>
    <w:rsid w:val="00C75084"/>
    <w:rsid w:val="00C842CD"/>
    <w:rsid w:val="00C96749"/>
    <w:rsid w:val="00CA6BAE"/>
    <w:rsid w:val="00D02260"/>
    <w:rsid w:val="00D03FB3"/>
    <w:rsid w:val="00D455F4"/>
    <w:rsid w:val="00D648E9"/>
    <w:rsid w:val="00DD47C7"/>
    <w:rsid w:val="00DD47E2"/>
    <w:rsid w:val="00E07793"/>
    <w:rsid w:val="00E15E05"/>
    <w:rsid w:val="00E33FCB"/>
    <w:rsid w:val="00E43E86"/>
    <w:rsid w:val="00E82E7B"/>
    <w:rsid w:val="00E86FFB"/>
    <w:rsid w:val="00EB5993"/>
    <w:rsid w:val="00EC61CE"/>
    <w:rsid w:val="00EE44BA"/>
    <w:rsid w:val="00F94F90"/>
    <w:rsid w:val="00FD185C"/>
    <w:rsid w:val="0A3CC2E4"/>
    <w:rsid w:val="0E5CB725"/>
    <w:rsid w:val="1728AB99"/>
    <w:rsid w:val="1CAC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013CC1"/>
  <w15:docId w15:val="{F06DE5D4-008F-41EA-AC35-EBD628CD49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11BDC"/>
    <w:pPr>
      <w:spacing w:after="120"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A2656E"/>
    <w:pPr>
      <w:keepNext/>
      <w:keepLines/>
      <w:spacing w:before="240" w:after="240" w:line="240" w:lineRule="auto"/>
      <w:outlineLvl w:val="0"/>
    </w:pPr>
    <w:rPr>
      <w:rFonts w:eastAsiaTheme="majorEastAsia" w:cstheme="majorBidi"/>
      <w:b/>
      <w:sz w:val="28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6749"/>
    <w:pPr>
      <w:keepNext/>
      <w:keepLines/>
      <w:spacing w:before="160" w:after="40" w:line="240" w:lineRule="auto"/>
      <w:jc w:val="center"/>
      <w:outlineLvl w:val="1"/>
    </w:pPr>
    <w:rPr>
      <w:rFonts w:asciiTheme="majorHAnsi" w:hAnsiTheme="majorHAnsi" w:eastAsiaTheme="majorEastAsia" w:cstheme="majorBidi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6749"/>
    <w:pPr>
      <w:keepNext/>
      <w:keepLines/>
      <w:spacing w:before="160" w:after="0" w:line="240" w:lineRule="auto"/>
      <w:outlineLvl w:val="2"/>
    </w:pPr>
    <w:rPr>
      <w:rFonts w:asciiTheme="majorHAnsi" w:hAnsiTheme="majorHAnsi" w:eastAsiaTheme="majorEastAsia" w:cstheme="majorBidi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6749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i/>
      <w:iCs/>
      <w:sz w:val="30"/>
      <w:szCs w:val="3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674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674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674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674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i/>
      <w:iCs/>
      <w:sz w:val="22"/>
      <w:szCs w:val="2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6749"/>
    <w:pPr>
      <w:keepNext/>
      <w:keepLines/>
      <w:spacing w:before="40" w:after="0"/>
      <w:outlineLvl w:val="8"/>
    </w:pPr>
    <w:rPr>
      <w:b/>
      <w:bCs/>
      <w:i/>
      <w:iCs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96749"/>
    <w:pPr>
      <w:pBdr>
        <w:top w:val="single" w:color="A5A5A5" w:themeColor="accent3" w:sz="6" w:space="8"/>
        <w:bottom w:val="single" w:color="A5A5A5" w:themeColor="accent3" w:sz="6" w:space="8"/>
      </w:pBdr>
      <w:spacing w:after="400" w:line="240" w:lineRule="auto"/>
      <w:contextualSpacing/>
      <w:jc w:val="center"/>
    </w:pPr>
    <w:rPr>
      <w:rFonts w:asciiTheme="majorHAnsi" w:hAnsiTheme="majorHAnsi" w:eastAsiaTheme="majorEastAsia" w:cstheme="majorBidi"/>
      <w:caps/>
      <w:color w:val="44546A" w:themeColor="text2"/>
      <w:spacing w:val="30"/>
      <w:sz w:val="72"/>
      <w:szCs w:val="72"/>
    </w:rPr>
  </w:style>
  <w:style w:type="character" w:styleId="TtuloChar" w:customStyle="1">
    <w:name w:val="Título Char"/>
    <w:basedOn w:val="Fontepargpadro"/>
    <w:link w:val="Ttulo"/>
    <w:uiPriority w:val="10"/>
    <w:rsid w:val="00C96749"/>
    <w:rPr>
      <w:rFonts w:asciiTheme="majorHAnsi" w:hAnsiTheme="majorHAnsi" w:eastAsiaTheme="majorEastAsia" w:cstheme="majorBidi"/>
      <w:caps/>
      <w:color w:val="44546A" w:themeColor="text2"/>
      <w:spacing w:val="30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6749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C96749"/>
    <w:rPr>
      <w:color w:val="44546A" w:themeColor="text2"/>
      <w:sz w:val="28"/>
      <w:szCs w:val="28"/>
    </w:rPr>
  </w:style>
  <w:style w:type="character" w:styleId="Ttulo1Char" w:customStyle="1">
    <w:name w:val="Título 1 Char"/>
    <w:basedOn w:val="Fontepargpadro"/>
    <w:link w:val="Ttulo1"/>
    <w:uiPriority w:val="9"/>
    <w:rsid w:val="00A2656E"/>
    <w:rPr>
      <w:rFonts w:ascii="Arial" w:hAnsi="Arial" w:eastAsiaTheme="majorEastAsia" w:cstheme="majorBidi"/>
      <w:b/>
      <w:sz w:val="28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C96749"/>
    <w:rPr>
      <w:rFonts w:asciiTheme="majorHAnsi" w:hAnsiTheme="majorHAnsi" w:eastAsiaTheme="majorEastAsia" w:cstheme="majorBidi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C96749"/>
    <w:rPr>
      <w:rFonts w:asciiTheme="majorHAnsi" w:hAnsiTheme="majorHAnsi" w:eastAsiaTheme="majorEastAsia" w:cstheme="majorBidi"/>
      <w:sz w:val="32"/>
      <w:szCs w:val="32"/>
    </w:rPr>
  </w:style>
  <w:style w:type="character" w:styleId="Ttulo4Char" w:customStyle="1">
    <w:name w:val="Título 4 Char"/>
    <w:basedOn w:val="Fontepargpadro"/>
    <w:link w:val="Ttulo4"/>
    <w:uiPriority w:val="9"/>
    <w:semiHidden/>
    <w:rsid w:val="00C96749"/>
    <w:rPr>
      <w:rFonts w:asciiTheme="majorHAnsi" w:hAnsiTheme="majorHAnsi" w:eastAsiaTheme="majorEastAsia" w:cstheme="majorBidi"/>
      <w:i/>
      <w:iCs/>
      <w:sz w:val="30"/>
      <w:szCs w:val="30"/>
    </w:rPr>
  </w:style>
  <w:style w:type="character" w:styleId="Ttulo5Char" w:customStyle="1">
    <w:name w:val="Título 5 Char"/>
    <w:basedOn w:val="Fontepargpadro"/>
    <w:link w:val="Ttulo5"/>
    <w:uiPriority w:val="9"/>
    <w:semiHidden/>
    <w:rsid w:val="00C96749"/>
    <w:rPr>
      <w:rFonts w:asciiTheme="majorHAnsi" w:hAnsiTheme="majorHAnsi" w:eastAsiaTheme="majorEastAsia" w:cstheme="majorBidi"/>
      <w:sz w:val="28"/>
      <w:szCs w:val="28"/>
    </w:rPr>
  </w:style>
  <w:style w:type="character" w:styleId="Ttulo6Char" w:customStyle="1">
    <w:name w:val="Título 6 Char"/>
    <w:basedOn w:val="Fontepargpadro"/>
    <w:link w:val="Ttulo6"/>
    <w:uiPriority w:val="9"/>
    <w:semiHidden/>
    <w:rsid w:val="00C96749"/>
    <w:rPr>
      <w:rFonts w:asciiTheme="majorHAnsi" w:hAnsiTheme="majorHAnsi" w:eastAsiaTheme="majorEastAsia" w:cstheme="majorBidi"/>
      <w:i/>
      <w:iCs/>
      <w:sz w:val="26"/>
      <w:szCs w:val="2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C96749"/>
    <w:rPr>
      <w:rFonts w:asciiTheme="majorHAnsi" w:hAnsiTheme="majorHAnsi" w:eastAsiaTheme="majorEastAsia" w:cstheme="majorBidi"/>
      <w:sz w:val="24"/>
      <w:szCs w:val="24"/>
    </w:rPr>
  </w:style>
  <w:style w:type="character" w:styleId="Ttulo8Char" w:customStyle="1">
    <w:name w:val="Título 8 Char"/>
    <w:basedOn w:val="Fontepargpadro"/>
    <w:link w:val="Ttulo8"/>
    <w:uiPriority w:val="9"/>
    <w:semiHidden/>
    <w:rsid w:val="00C96749"/>
    <w:rPr>
      <w:rFonts w:asciiTheme="majorHAnsi" w:hAnsiTheme="majorHAnsi" w:eastAsiaTheme="majorEastAsia" w:cstheme="majorBidi"/>
      <w:i/>
      <w:iCs/>
      <w:sz w:val="22"/>
      <w:szCs w:val="22"/>
    </w:rPr>
  </w:style>
  <w:style w:type="character" w:styleId="Ttulo9Char" w:customStyle="1">
    <w:name w:val="Título 9 Char"/>
    <w:basedOn w:val="Fontepargpadro"/>
    <w:link w:val="Ttulo9"/>
    <w:uiPriority w:val="9"/>
    <w:semiHidden/>
    <w:rsid w:val="00C96749"/>
    <w:rPr>
      <w:b/>
      <w:bCs/>
      <w:i/>
      <w:iCs/>
    </w:rPr>
  </w:style>
  <w:style w:type="character" w:styleId="nfaseSutil">
    <w:name w:val="Subtle Emphasis"/>
    <w:basedOn w:val="Fontepargpadro"/>
    <w:uiPriority w:val="19"/>
    <w:qFormat/>
    <w:rsid w:val="00C96749"/>
    <w:rPr>
      <w:i/>
      <w:iCs/>
      <w:color w:val="595959" w:themeColor="text1" w:themeTint="A6"/>
    </w:rPr>
  </w:style>
  <w:style w:type="character" w:styleId="nfase">
    <w:name w:val="Emphasis"/>
    <w:basedOn w:val="Fontepargpadro"/>
    <w:uiPriority w:val="20"/>
    <w:qFormat/>
    <w:rsid w:val="00C96749"/>
    <w:rPr>
      <w:i/>
      <w:iCs/>
      <w:color w:val="000000" w:themeColor="text1"/>
    </w:rPr>
  </w:style>
  <w:style w:type="character" w:styleId="nfaseIntensa">
    <w:name w:val="Intense Emphasis"/>
    <w:basedOn w:val="Fontepargpadro"/>
    <w:uiPriority w:val="21"/>
    <w:qFormat/>
    <w:rsid w:val="00C96749"/>
    <w:rPr>
      <w:b/>
      <w:bCs/>
      <w:i/>
      <w:iCs/>
      <w:color w:val="auto"/>
    </w:rPr>
  </w:style>
  <w:style w:type="character" w:styleId="Forte">
    <w:name w:val="Strong"/>
    <w:basedOn w:val="Fontepargpadro"/>
    <w:uiPriority w:val="22"/>
    <w:qFormat/>
    <w:rsid w:val="00C9674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682455"/>
    <w:pPr>
      <w:spacing w:before="160" w:line="240" w:lineRule="auto"/>
      <w:ind w:left="2988" w:right="720"/>
      <w:jc w:val="center"/>
    </w:pPr>
    <w:rPr>
      <w:i/>
      <w:iCs/>
      <w:sz w:val="20"/>
      <w:szCs w:val="24"/>
    </w:rPr>
  </w:style>
  <w:style w:type="character" w:styleId="CitaoChar" w:customStyle="1">
    <w:name w:val="Citação Char"/>
    <w:basedOn w:val="Fontepargpadro"/>
    <w:link w:val="Citao"/>
    <w:uiPriority w:val="29"/>
    <w:rsid w:val="00682455"/>
    <w:rPr>
      <w:i/>
      <w:iCs/>
      <w:sz w:val="20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6749"/>
    <w:pPr>
      <w:spacing w:before="160" w:line="276" w:lineRule="auto"/>
      <w:ind w:left="936" w:right="936"/>
      <w:jc w:val="center"/>
    </w:pPr>
    <w:rPr>
      <w:rFonts w:asciiTheme="majorHAnsi" w:hAnsiTheme="majorHAnsi" w:eastAsiaTheme="majorEastAsia" w:cstheme="majorBidi"/>
      <w:caps/>
      <w:color w:val="2E74B5" w:themeColor="accent1" w:themeShade="BF"/>
      <w:sz w:val="28"/>
      <w:szCs w:val="28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C96749"/>
    <w:rPr>
      <w:rFonts w:asciiTheme="majorHAnsi" w:hAnsiTheme="majorHAnsi" w:eastAsiaTheme="majorEastAsia" w:cstheme="majorBidi"/>
      <w:caps/>
      <w:color w:val="2E74B5" w:themeColor="accent1" w:themeShade="BF"/>
      <w:sz w:val="28"/>
      <w:szCs w:val="28"/>
    </w:rPr>
  </w:style>
  <w:style w:type="character" w:styleId="RefernciaSutil">
    <w:name w:val="Subtle Reference"/>
    <w:basedOn w:val="Fontepargpadro"/>
    <w:uiPriority w:val="31"/>
    <w:qFormat/>
    <w:rsid w:val="00C9674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C96749"/>
    <w:rPr>
      <w:b/>
      <w:bCs/>
      <w:caps w:val="0"/>
      <w:smallCaps/>
      <w:color w:val="auto"/>
      <w:spacing w:val="0"/>
      <w:u w:val="single"/>
    </w:rPr>
  </w:style>
  <w:style w:type="character" w:styleId="TtulodoLivro">
    <w:name w:val="Book Title"/>
    <w:basedOn w:val="Fontepargpadro"/>
    <w:uiPriority w:val="33"/>
    <w:qFormat/>
    <w:rsid w:val="00C96749"/>
    <w:rPr>
      <w:b/>
      <w:bCs/>
      <w:caps w:val="0"/>
      <w:smallCaps/>
      <w:spacing w:val="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9674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96749"/>
    <w:pPr>
      <w:outlineLvl w:val="9"/>
    </w:pPr>
  </w:style>
  <w:style w:type="paragraph" w:styleId="SemEspaamento">
    <w:name w:val="No Spacing"/>
    <w:uiPriority w:val="1"/>
    <w:qFormat/>
    <w:rsid w:val="00C96749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96749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C96749"/>
  </w:style>
  <w:style w:type="paragraph" w:styleId="Rodap">
    <w:name w:val="footer"/>
    <w:basedOn w:val="Normal"/>
    <w:link w:val="RodapChar"/>
    <w:uiPriority w:val="99"/>
    <w:unhideWhenUsed/>
    <w:rsid w:val="00C96749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96749"/>
  </w:style>
  <w:style w:type="table" w:styleId="Tabelacomgrade">
    <w:name w:val="Table Grid"/>
    <w:basedOn w:val="Tabelanormal"/>
    <w:rsid w:val="00EB59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DD47E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D47E2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DD47E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D47E2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DD47E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4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DD47E2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503A42"/>
    <w:rPr>
      <w:color w:val="0563C1" w:themeColor="hyperlink"/>
      <w:u w:val="single"/>
    </w:rPr>
  </w:style>
  <w:style w:type="paragraph" w:styleId="TextosemFormatao">
    <w:name w:val="Plain Text"/>
    <w:basedOn w:val="Normal"/>
    <w:link w:val="TextosemFormataoChar"/>
    <w:rsid w:val="007A2F94"/>
    <w:pPr>
      <w:spacing w:after="0" w:line="240" w:lineRule="auto"/>
      <w:jc w:val="left"/>
    </w:pPr>
    <w:rPr>
      <w:rFonts w:ascii="Courier New" w:hAnsi="Courier New" w:eastAsia="Times New Roman" w:cs="Times New Roman"/>
      <w:sz w:val="20"/>
      <w:szCs w:val="20"/>
      <w:lang w:val="pt-BR" w:eastAsia="pt-BR"/>
    </w:rPr>
  </w:style>
  <w:style w:type="character" w:styleId="TextosemFormataoChar" w:customStyle="1">
    <w:name w:val="Texto sem Formatação Char"/>
    <w:basedOn w:val="Fontepargpadro"/>
    <w:link w:val="TextosemFormatao"/>
    <w:rsid w:val="007A2F94"/>
    <w:rPr>
      <w:rFonts w:ascii="Courier New" w:hAnsi="Courier New" w:eastAsia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7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3.png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.sartorelli\AppData\Roaming\Microsoft\Templates\Design%20Relat&#243;rio%20(em%20branco)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15CB3-6510-4696-9816-B72B801F6E9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Design Relatório (em branco)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Ana Lúcia Sartorelli</dc:creator>
  <lastModifiedBy>e245ata - Etec Antônio Furlan</lastModifiedBy>
  <revision>8</revision>
  <lastPrinted>2018-06-25T11:34:00.0000000Z</lastPrinted>
  <dcterms:created xsi:type="dcterms:W3CDTF">2023-02-14T13:52:00.0000000Z</dcterms:created>
  <dcterms:modified xsi:type="dcterms:W3CDTF">2024-02-15T17:48:25.7616878Z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